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2F1" w:rsidRPr="005841BE" w:rsidRDefault="00DB62F1" w:rsidP="00DB62F1">
      <w:pPr>
        <w:pStyle w:val="PUueberschrift1"/>
        <w:spacing w:before="0" w:after="0"/>
        <w:rPr>
          <w:b w:val="0"/>
          <w:sz w:val="2"/>
          <w:szCs w:val="2"/>
          <w:lang w:eastAsia="de-DE"/>
        </w:rPr>
        <w:sectPr w:rsidR="00DB62F1" w:rsidRPr="005841BE" w:rsidSect="002B770F">
          <w:headerReference w:type="default" r:id="rId13"/>
          <w:footerReference w:type="default" r:id="rId14"/>
          <w:type w:val="continuous"/>
          <w:pgSz w:w="11906" w:h="16838"/>
          <w:pgMar w:top="851" w:right="567" w:bottom="964" w:left="1418" w:header="283" w:footer="283" w:gutter="0"/>
          <w:cols w:space="708"/>
          <w:docGrid w:linePitch="360"/>
        </w:sectPr>
      </w:pPr>
    </w:p>
    <w:p w:rsidR="003C0FC9" w:rsidRPr="003C0FC9" w:rsidRDefault="003C0FC9" w:rsidP="00DB62F1">
      <w:pPr>
        <w:pStyle w:val="PUueberschrift1"/>
        <w:spacing w:before="220"/>
        <w:rPr>
          <w:lang w:eastAsia="de-DE"/>
        </w:rPr>
      </w:pPr>
      <w:r w:rsidRPr="003C0FC9">
        <w:rPr>
          <w:lang w:eastAsia="de-DE"/>
        </w:rPr>
        <w:lastRenderedPageBreak/>
        <w:t>Lichtempfindliche Lösung herstellen</w:t>
      </w:r>
    </w:p>
    <w:p w:rsidR="003C0FC9" w:rsidRPr="004A172E" w:rsidRDefault="003C0FC9" w:rsidP="00E53675">
      <w:pPr>
        <w:pStyle w:val="PAaufgabentext"/>
        <w:rPr>
          <w:rStyle w:val="PZFfett"/>
        </w:rPr>
      </w:pPr>
      <w:r w:rsidRPr="00E53675">
        <w:rPr>
          <w:rStyle w:val="PZFfett"/>
        </w:rPr>
        <w:t>Material</w:t>
      </w:r>
    </w:p>
    <w:p w:rsidR="003C0FC9" w:rsidRPr="003C0FC9" w:rsidRDefault="003C0FC9" w:rsidP="004A172E">
      <w:pPr>
        <w:pStyle w:val="PAaufgabentext"/>
        <w:jc w:val="left"/>
        <w:rPr>
          <w:lang w:val="de-DE"/>
        </w:rPr>
      </w:pPr>
      <w:r w:rsidRPr="003C0FC9">
        <w:rPr>
          <w:lang w:val="de-DE"/>
        </w:rPr>
        <w:t>Schutzbrille, Waage, Messzylinder (50 ml), 2 Bechergläser (100 ml), 2 Spatel, destilliertes Wasser,</w:t>
      </w:r>
      <w:r w:rsidRPr="003C0FC9">
        <w:rPr>
          <w:lang w:val="de-DE"/>
        </w:rPr>
        <w:br/>
        <w:t>Pulver A (grünes Ammonium-Eisencitrat; 4 g), Pulver B (rotes Blutlaugensalz; 1</w:t>
      </w:r>
      <w:r w:rsidR="00F90694">
        <w:rPr>
          <w:lang w:val="de-DE"/>
        </w:rPr>
        <w:t>,</w:t>
      </w:r>
      <w:r w:rsidRPr="003C0FC9">
        <w:rPr>
          <w:lang w:val="de-DE"/>
        </w:rPr>
        <w:t>6 g)</w:t>
      </w:r>
    </w:p>
    <w:p w:rsidR="003C0FC9" w:rsidRPr="003C0FC9" w:rsidRDefault="003C0FC9" w:rsidP="00E53675">
      <w:pPr>
        <w:rPr>
          <w:lang w:val="de-DE"/>
        </w:rPr>
      </w:pPr>
    </w:p>
    <w:p w:rsidR="003C0FC9" w:rsidRPr="004A172E" w:rsidRDefault="003C0FC9" w:rsidP="004A172E">
      <w:pPr>
        <w:pStyle w:val="PAaufgabentext"/>
        <w:jc w:val="left"/>
        <w:rPr>
          <w:rStyle w:val="PZFfett"/>
        </w:rPr>
      </w:pPr>
      <w:r w:rsidRPr="004A172E">
        <w:rPr>
          <w:rStyle w:val="PZFfett"/>
        </w:rPr>
        <w:t>Experimentieranleitung</w:t>
      </w:r>
    </w:p>
    <w:p w:rsidR="001302E2" w:rsidRDefault="003C0FC9" w:rsidP="004A172E">
      <w:pPr>
        <w:pStyle w:val="PAaufgabentext"/>
        <w:jc w:val="left"/>
        <w:rPr>
          <w:szCs w:val="24"/>
          <w:lang w:val="de-DE"/>
        </w:rPr>
      </w:pPr>
      <w:r w:rsidRPr="003C0FC9">
        <w:rPr>
          <w:szCs w:val="24"/>
          <w:lang w:val="de-DE"/>
        </w:rPr>
        <w:t xml:space="preserve">Stelle die Lösung A her. </w:t>
      </w:r>
    </w:p>
    <w:p w:rsidR="003C0FC9" w:rsidRPr="003C0FC9" w:rsidRDefault="001302E2" w:rsidP="001934B4">
      <w:pPr>
        <w:pStyle w:val="PAteilaufgabea"/>
        <w:rPr>
          <w:lang w:val="de-DE"/>
        </w:rPr>
      </w:pPr>
      <w:r>
        <w:rPr>
          <w:lang w:val="de-DE"/>
        </w:rPr>
        <w:t>1.</w:t>
      </w:r>
      <w:r w:rsidR="001934B4">
        <w:rPr>
          <w:lang w:val="de-DE"/>
        </w:rPr>
        <w:tab/>
      </w:r>
      <w:r w:rsidR="003C0FC9" w:rsidRPr="003C0FC9">
        <w:rPr>
          <w:lang w:val="de-DE"/>
        </w:rPr>
        <w:t>Wäge dazu mit dem Spatel 4 g Ammonium-Eisencitrat in das Becherglas ab.</w:t>
      </w:r>
    </w:p>
    <w:p w:rsidR="003C0FC9" w:rsidRDefault="004A172E" w:rsidP="001934B4">
      <w:pPr>
        <w:pStyle w:val="PAteilaufgabea"/>
        <w:rPr>
          <w:lang w:val="de-DE"/>
        </w:rPr>
      </w:pPr>
      <w:r>
        <w:rPr>
          <w:lang w:val="de-DE"/>
        </w:rPr>
        <w:t>2.</w:t>
      </w:r>
      <w:r w:rsidR="001934B4">
        <w:rPr>
          <w:lang w:val="de-DE"/>
        </w:rPr>
        <w:tab/>
      </w:r>
      <w:r w:rsidR="003C0FC9" w:rsidRPr="003C0FC9">
        <w:rPr>
          <w:lang w:val="de-DE"/>
        </w:rPr>
        <w:t>Miss im Messzylinder 20 ml Wasser ab und giesse es in das Becherglas. Rühre leicht mit dem Spatel.</w:t>
      </w:r>
    </w:p>
    <w:p w:rsidR="001302E2" w:rsidRPr="003C0FC9" w:rsidRDefault="001302E2" w:rsidP="00E53675">
      <w:pPr>
        <w:rPr>
          <w:lang w:val="de-DE"/>
        </w:rPr>
      </w:pPr>
    </w:p>
    <w:p w:rsidR="001302E2" w:rsidRDefault="003C0FC9" w:rsidP="004A172E">
      <w:pPr>
        <w:pStyle w:val="PAaufgabentext"/>
        <w:jc w:val="left"/>
        <w:rPr>
          <w:szCs w:val="24"/>
          <w:lang w:val="de-DE"/>
        </w:rPr>
      </w:pPr>
      <w:r w:rsidRPr="003C0FC9">
        <w:rPr>
          <w:szCs w:val="24"/>
          <w:lang w:val="de-DE"/>
        </w:rPr>
        <w:t xml:space="preserve">Stelle die Lösung B her. </w:t>
      </w:r>
    </w:p>
    <w:p w:rsidR="003C0FC9" w:rsidRDefault="001302E2" w:rsidP="001934B4">
      <w:pPr>
        <w:pStyle w:val="PAteilaufgabea"/>
        <w:rPr>
          <w:lang w:val="de-DE"/>
        </w:rPr>
      </w:pPr>
      <w:r>
        <w:rPr>
          <w:lang w:val="de-DE"/>
        </w:rPr>
        <w:t>3.</w:t>
      </w:r>
      <w:r w:rsidR="001934B4">
        <w:rPr>
          <w:lang w:val="de-DE"/>
        </w:rPr>
        <w:tab/>
      </w:r>
      <w:r w:rsidRPr="001302E2">
        <w:rPr>
          <w:lang w:val="de-DE"/>
        </w:rPr>
        <w:t xml:space="preserve">Wäge dazu mit dem Spatel </w:t>
      </w:r>
      <w:r w:rsidR="003C0FC9" w:rsidRPr="003C0FC9">
        <w:rPr>
          <w:lang w:val="de-DE"/>
        </w:rPr>
        <w:t>1</w:t>
      </w:r>
      <w:r w:rsidR="00F90694">
        <w:rPr>
          <w:lang w:val="de-DE"/>
        </w:rPr>
        <w:t>,</w:t>
      </w:r>
      <w:r w:rsidR="003C0FC9" w:rsidRPr="003C0FC9">
        <w:rPr>
          <w:lang w:val="de-DE"/>
        </w:rPr>
        <w:t>6 g rotem Blutlaugensal</w:t>
      </w:r>
      <w:r>
        <w:rPr>
          <w:lang w:val="de-DE"/>
        </w:rPr>
        <w:t xml:space="preserve">z </w:t>
      </w:r>
      <w:r w:rsidRPr="001302E2">
        <w:rPr>
          <w:lang w:val="de-DE"/>
        </w:rPr>
        <w:t xml:space="preserve">in </w:t>
      </w:r>
      <w:r>
        <w:rPr>
          <w:lang w:val="de-DE"/>
        </w:rPr>
        <w:t>ein zweites</w:t>
      </w:r>
      <w:r w:rsidRPr="001302E2">
        <w:rPr>
          <w:lang w:val="de-DE"/>
        </w:rPr>
        <w:t xml:space="preserve"> Becherglas ab</w:t>
      </w:r>
      <w:r>
        <w:rPr>
          <w:lang w:val="de-DE"/>
        </w:rPr>
        <w:t>.</w:t>
      </w:r>
    </w:p>
    <w:p w:rsidR="001302E2" w:rsidRPr="003C0FC9" w:rsidRDefault="001302E2" w:rsidP="001934B4">
      <w:pPr>
        <w:pStyle w:val="PAteilaufgabea"/>
        <w:rPr>
          <w:lang w:val="de-DE"/>
        </w:rPr>
      </w:pPr>
      <w:r>
        <w:rPr>
          <w:lang w:val="de-DE"/>
        </w:rPr>
        <w:t>4</w:t>
      </w:r>
      <w:r w:rsidRPr="001302E2">
        <w:rPr>
          <w:lang w:val="de-DE"/>
        </w:rPr>
        <w:t>.</w:t>
      </w:r>
      <w:r w:rsidR="001934B4">
        <w:rPr>
          <w:lang w:val="de-DE"/>
        </w:rPr>
        <w:tab/>
      </w:r>
      <w:r w:rsidRPr="001302E2">
        <w:rPr>
          <w:lang w:val="de-DE"/>
        </w:rPr>
        <w:t>Miss im Messzylinder 20 ml Wasser ab und giesse es in das Becherglas. Rühre leicht mit dem Spatel.</w:t>
      </w:r>
    </w:p>
    <w:p w:rsidR="003C0FC9" w:rsidRPr="003C0FC9" w:rsidRDefault="003C0FC9" w:rsidP="00E53675">
      <w:pPr>
        <w:rPr>
          <w:lang w:val="de-DE"/>
        </w:rPr>
      </w:pPr>
    </w:p>
    <w:p w:rsidR="003C0FC9" w:rsidRPr="004A172E" w:rsidRDefault="003C0FC9" w:rsidP="004A172E">
      <w:pPr>
        <w:pStyle w:val="PAaufgabentext"/>
        <w:jc w:val="left"/>
        <w:rPr>
          <w:rStyle w:val="PZFfett"/>
        </w:rPr>
      </w:pPr>
      <w:r w:rsidRPr="004A172E">
        <w:rPr>
          <w:rStyle w:val="PZFfett"/>
        </w:rPr>
        <w:t>Auftrag</w:t>
      </w:r>
    </w:p>
    <w:p w:rsidR="003C0FC9" w:rsidRDefault="001934B4" w:rsidP="001934B4">
      <w:pPr>
        <w:pStyle w:val="PAteilaufgabea"/>
        <w:rPr>
          <w:lang w:val="de-DE"/>
        </w:rPr>
      </w:pPr>
      <w:r w:rsidRPr="001934B4">
        <w:rPr>
          <w:lang w:val="de-DE"/>
        </w:rPr>
        <w:t>a)</w:t>
      </w:r>
      <w:r>
        <w:rPr>
          <w:lang w:val="de-DE"/>
        </w:rPr>
        <w:tab/>
      </w:r>
      <w:r w:rsidR="003C0FC9" w:rsidRPr="003C0FC9">
        <w:rPr>
          <w:lang w:val="de-DE"/>
        </w:rPr>
        <w:t>Notiere die Farben der beiden Pulver A und B und der beiden Lösungen A und B.</w:t>
      </w:r>
      <w:bookmarkStart w:id="0" w:name="_GoBack"/>
      <w:bookmarkEnd w:id="0"/>
    </w:p>
    <w:p w:rsidR="004A172E" w:rsidRPr="004A172E" w:rsidRDefault="001934B4" w:rsidP="00315C16">
      <w:pPr>
        <w:pStyle w:val="PAschreibzeile"/>
        <w:ind w:left="340"/>
        <w:rPr>
          <w:lang w:val="de-DE"/>
        </w:rPr>
      </w:pPr>
      <w:r>
        <w:rPr>
          <w:lang w:val="de-DE"/>
        </w:rPr>
        <w:tab/>
      </w:r>
    </w:p>
    <w:p w:rsidR="004A172E" w:rsidRPr="004A172E" w:rsidRDefault="001934B4" w:rsidP="00315C16">
      <w:pPr>
        <w:pStyle w:val="PAschreibzeile"/>
        <w:ind w:left="340"/>
        <w:rPr>
          <w:lang w:val="de-DE"/>
        </w:rPr>
      </w:pPr>
      <w:r>
        <w:rPr>
          <w:lang w:val="de-DE"/>
        </w:rPr>
        <w:tab/>
      </w:r>
    </w:p>
    <w:p w:rsidR="004A172E" w:rsidRPr="004A172E" w:rsidRDefault="001934B4" w:rsidP="00315C16">
      <w:pPr>
        <w:pStyle w:val="PAschreibzeile"/>
        <w:ind w:left="340"/>
        <w:rPr>
          <w:lang w:val="de-DE"/>
        </w:rPr>
      </w:pPr>
      <w:r>
        <w:rPr>
          <w:lang w:val="de-DE"/>
        </w:rPr>
        <w:tab/>
      </w:r>
    </w:p>
    <w:p w:rsidR="004A172E" w:rsidRPr="003C0FC9" w:rsidRDefault="001934B4" w:rsidP="00315C16">
      <w:pPr>
        <w:pStyle w:val="PAschreibzeile"/>
        <w:ind w:left="340"/>
        <w:rPr>
          <w:lang w:val="de-DE"/>
        </w:rPr>
      </w:pPr>
      <w:r>
        <w:rPr>
          <w:lang w:val="de-DE"/>
        </w:rPr>
        <w:tab/>
      </w:r>
    </w:p>
    <w:p w:rsidR="004A172E" w:rsidRDefault="004A172E" w:rsidP="004A172E">
      <w:pPr>
        <w:pStyle w:val="PALeerzeileklein"/>
        <w:rPr>
          <w:lang w:val="de-DE"/>
        </w:rPr>
      </w:pPr>
    </w:p>
    <w:p w:rsidR="003C0FC9" w:rsidRPr="003C0FC9" w:rsidRDefault="004A172E" w:rsidP="001934B4">
      <w:pPr>
        <w:pStyle w:val="PAteilaufgabea"/>
        <w:rPr>
          <w:i/>
          <w:lang w:val="de-DE"/>
        </w:rPr>
      </w:pPr>
      <w:r>
        <w:rPr>
          <w:lang w:val="de-DE"/>
        </w:rPr>
        <w:t>b)</w:t>
      </w:r>
      <w:r w:rsidR="001934B4">
        <w:rPr>
          <w:lang w:val="de-DE"/>
        </w:rPr>
        <w:tab/>
      </w:r>
      <w:r w:rsidR="003C0FC9" w:rsidRPr="003C0FC9">
        <w:rPr>
          <w:lang w:val="de-DE"/>
        </w:rPr>
        <w:t>Was fällt dir auf? Beschreibe deine Beobachtungen in 2–3 Sätzen.</w:t>
      </w:r>
    </w:p>
    <w:p w:rsidR="004A172E" w:rsidRDefault="001934B4" w:rsidP="00315C16">
      <w:pPr>
        <w:pStyle w:val="PAschuelerschrifttextfeldunterstrichen"/>
        <w:spacing w:before="120"/>
        <w:ind w:left="340"/>
        <w:rPr>
          <w:lang w:val="de-DE"/>
        </w:rPr>
      </w:pPr>
      <w:r>
        <w:rPr>
          <w:lang w:val="de-DE"/>
        </w:rPr>
        <w:tab/>
      </w:r>
    </w:p>
    <w:p w:rsidR="00A101FA" w:rsidRDefault="001934B4" w:rsidP="00315C16">
      <w:pPr>
        <w:pStyle w:val="PAschuelerschrifttextfeldunterstrichen"/>
        <w:ind w:left="340"/>
        <w:rPr>
          <w:lang w:val="de-DE"/>
        </w:rPr>
      </w:pPr>
      <w:r>
        <w:rPr>
          <w:lang w:val="de-DE"/>
        </w:rPr>
        <w:tab/>
      </w:r>
    </w:p>
    <w:p w:rsidR="002B770F" w:rsidRDefault="002B770F" w:rsidP="00315C16">
      <w:pPr>
        <w:pStyle w:val="PAschuelerschrifttextfeldunterstrichen"/>
        <w:ind w:left="340"/>
        <w:rPr>
          <w:lang w:val="de-DE"/>
        </w:rPr>
      </w:pPr>
    </w:p>
    <w:p w:rsidR="002B770F" w:rsidRDefault="002B770F" w:rsidP="00315C16">
      <w:pPr>
        <w:pStyle w:val="PAschuelerschrifttextfeldunterstrichen"/>
        <w:ind w:left="340"/>
        <w:rPr>
          <w:b/>
          <w:lang w:val="de-DE"/>
        </w:rPr>
        <w:sectPr w:rsidR="002B770F" w:rsidSect="002B770F">
          <w:type w:val="continuous"/>
          <w:pgSz w:w="11906" w:h="16838"/>
          <w:pgMar w:top="851" w:right="567" w:bottom="964" w:left="1418" w:header="283" w:footer="283" w:gutter="0"/>
          <w:cols w:space="708"/>
          <w:formProt w:val="0"/>
          <w:docGrid w:linePitch="360"/>
        </w:sectPr>
      </w:pPr>
    </w:p>
    <w:p w:rsidR="002B770F" w:rsidRPr="004A172E" w:rsidRDefault="002B770F" w:rsidP="00315C16">
      <w:pPr>
        <w:pStyle w:val="PAschuelerschrifttextfeldunterstrichen"/>
        <w:ind w:left="340"/>
        <w:rPr>
          <w:b/>
          <w:lang w:val="de-DE"/>
        </w:rPr>
      </w:pPr>
    </w:p>
    <w:sectPr w:rsidR="002B770F" w:rsidRPr="004A172E" w:rsidSect="002B770F">
      <w:type w:val="continuous"/>
      <w:pgSz w:w="11906" w:h="16838"/>
      <w:pgMar w:top="851" w:right="567" w:bottom="964" w:left="1418" w:header="283" w:footer="283"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1541" w:rsidRDefault="003C1541" w:rsidP="00760D3C">
      <w:pPr>
        <w:spacing w:after="0" w:line="240" w:lineRule="auto"/>
      </w:pPr>
      <w:r>
        <w:separator/>
      </w:r>
    </w:p>
  </w:endnote>
  <w:endnote w:type="continuationSeparator" w:id="0">
    <w:p w:rsidR="003C1541" w:rsidRDefault="003C1541" w:rsidP="00760D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922" w:type="dxa"/>
      <w:tblInd w:w="-1021" w:type="dxa"/>
      <w:tblLayout w:type="fixed"/>
      <w:tblLook w:val="04A0" w:firstRow="1" w:lastRow="0" w:firstColumn="1" w:lastColumn="0" w:noHBand="0" w:noVBand="1"/>
    </w:tblPr>
    <w:tblGrid>
      <w:gridCol w:w="1021"/>
      <w:gridCol w:w="6663"/>
      <w:gridCol w:w="3238"/>
    </w:tblGrid>
    <w:tr w:rsidR="00D22274" w:rsidRPr="00B32A45" w:rsidTr="00D22274">
      <w:trPr>
        <w:trHeight w:val="20"/>
      </w:trPr>
      <w:tc>
        <w:tcPr>
          <w:tcW w:w="1021" w:type="dxa"/>
          <w:shd w:val="clear" w:color="auto" w:fill="auto"/>
          <w:tcMar>
            <w:left w:w="0" w:type="dxa"/>
          </w:tcMar>
          <w:vAlign w:val="center"/>
        </w:tcPr>
        <w:p w:rsidR="00D22274" w:rsidRPr="009A3CD3" w:rsidRDefault="005034EF" w:rsidP="003C1541">
          <w:pPr>
            <w:pStyle w:val="PXfusszeilerechtsbndig"/>
          </w:pPr>
          <w:r>
            <w:rPr>
              <w:lang w:val="de-CH" w:eastAsia="de-CH"/>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20.25pt;visibility:visible">
                <v:imagedata r:id="rId1" o:title=""/>
              </v:shape>
            </w:pict>
          </w:r>
        </w:p>
      </w:tc>
      <w:tc>
        <w:tcPr>
          <w:tcW w:w="6663" w:type="dxa"/>
          <w:shd w:val="clear" w:color="auto" w:fill="auto"/>
        </w:tcPr>
        <w:p w:rsidR="00D22274" w:rsidRPr="00F91FCB" w:rsidRDefault="00D22274" w:rsidP="003C1541">
          <w:pPr>
            <w:pStyle w:val="PXfusszeile"/>
          </w:pPr>
          <w:r w:rsidRPr="00C37594">
            <w:t xml:space="preserve">© Klett und Balmer AG, 2020, editierbares Arbeitsblatt, Prisma </w:t>
          </w:r>
          <w:r>
            <w:t>1</w:t>
          </w:r>
          <w:r w:rsidRPr="00C37594">
            <w:t>. Quellenverzeichnis: klett.ch/copyrights. Der Verlag übernimmt die inhaltliche und rechtliche Verantwortung für das Originaldokument. Das Herauslösen, Kopieren und Weitergeben von Teilen dieses Arbeitsblatts ist untersagt. Es gelten die AGB der Klett und Balmer AG.</w:t>
          </w:r>
        </w:p>
      </w:tc>
      <w:tc>
        <w:tcPr>
          <w:tcW w:w="3238" w:type="dxa"/>
          <w:vAlign w:val="bottom"/>
        </w:tcPr>
        <w:p w:rsidR="00D22274" w:rsidRPr="009A3CD3" w:rsidRDefault="001A59EC" w:rsidP="00D22274">
          <w:pPr>
            <w:pStyle w:val="PXfusszeilerechtsbndig"/>
          </w:pPr>
          <w:fldSimple w:instr=" INFO  FileName  \* MERGEFORMAT ">
            <w:r>
              <w:t>prisma1_1arbeiten_ab1_02.docx</w:t>
            </w:r>
          </w:fldSimple>
        </w:p>
      </w:tc>
    </w:tr>
  </w:tbl>
  <w:p w:rsidR="00760D3C" w:rsidRDefault="00760D3C" w:rsidP="00D22274">
    <w:pPr>
      <w:pStyle w:val="PXfuss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1541" w:rsidRDefault="003C1541" w:rsidP="00760D3C">
      <w:pPr>
        <w:spacing w:after="0" w:line="240" w:lineRule="auto"/>
      </w:pPr>
      <w:r>
        <w:separator/>
      </w:r>
    </w:p>
  </w:footnote>
  <w:footnote w:type="continuationSeparator" w:id="0">
    <w:p w:rsidR="003C1541" w:rsidRDefault="003C1541" w:rsidP="00760D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D3C" w:rsidRDefault="005034EF" w:rsidP="00387890">
    <w:pPr>
      <w:pStyle w:val="PXkopfzeile"/>
      <w:tabs>
        <w:tab w:val="right" w:pos="9921"/>
      </w:tabs>
      <w:ind w:left="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2049" type="#_x0000_t75" style="position:absolute;margin-left:-51.3pt;margin-top:-8.95pt;width:565.05pt;height:33.9pt;z-index:-251658752;visibility:visible">
          <v:imagedata r:id="rId1" o:title="" croptop="14659f" cropleft="1738f" cropright="644f"/>
        </v:shape>
      </w:pict>
    </w:r>
    <w:r w:rsidR="00387890">
      <w:t>Prisma 1</w:t>
    </w:r>
    <w:r w:rsidR="00387890" w:rsidRPr="00FD482B">
      <w:t xml:space="preserve"> | </w:t>
    </w:r>
    <w:r w:rsidR="00821D3A">
      <w:t>1 Arbeiten und Forschen in Natur und Technik</w:t>
    </w:r>
    <w:r w:rsidR="00387890">
      <w:tab/>
      <w:t xml:space="preserve">AB </w:t>
    </w:r>
    <w:r w:rsidR="00821D3A">
      <w:t>1</w:t>
    </w:r>
    <w:r w:rsidR="00095A67">
      <w:t>.0</w:t>
    </w:r>
    <w:r w:rsidR="003C0FC9">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295E"/>
    <w:multiLevelType w:val="hybridMultilevel"/>
    <w:tmpl w:val="AE3E348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E341908"/>
    <w:multiLevelType w:val="hybridMultilevel"/>
    <w:tmpl w:val="12E4092A"/>
    <w:lvl w:ilvl="0" w:tplc="08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10425AF5"/>
    <w:multiLevelType w:val="hybridMultilevel"/>
    <w:tmpl w:val="6816A17A"/>
    <w:lvl w:ilvl="0" w:tplc="04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
    <w:nsid w:val="1A572231"/>
    <w:multiLevelType w:val="hybridMultilevel"/>
    <w:tmpl w:val="7E4CA376"/>
    <w:lvl w:ilvl="0" w:tplc="71CE5002">
      <w:start w:val="1"/>
      <w:numFmt w:val="decimal"/>
      <w:pStyle w:val="PAaufgabeA1"/>
      <w:lvlText w:val="A%1"/>
      <w:lvlJc w:val="left"/>
      <w:pPr>
        <w:ind w:left="360" w:hanging="360"/>
      </w:pPr>
      <w:rPr>
        <w:rFonts w:hint="default"/>
        <w:b/>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60EE51CF"/>
    <w:multiLevelType w:val="hybridMultilevel"/>
    <w:tmpl w:val="5CDCE78E"/>
    <w:lvl w:ilvl="0" w:tplc="A30EF1FE">
      <w:start w:val="1"/>
      <w:numFmt w:val="bullet"/>
      <w:lvlText w:val=""/>
      <w:lvlJc w:val="left"/>
      <w:pPr>
        <w:ind w:left="720" w:hanging="360"/>
      </w:pPr>
      <w:rPr>
        <w:rFonts w:ascii="Wingdings" w:eastAsia="Calibri"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NotTrackMoves/>
  <w:documentProtection w:edit="forms" w:enforcement="1" w:cryptProviderType="rsaFull" w:cryptAlgorithmClass="hash" w:cryptAlgorithmType="typeAny" w:cryptAlgorithmSid="4" w:cryptSpinCount="100000" w:hash="10J/m6pU7fmzIXHVmp2VVYMl9jw=" w:salt="YiQWSYJ+K3czuATTQE5eRw=="/>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2A45"/>
    <w:rsid w:val="000715CD"/>
    <w:rsid w:val="00095A67"/>
    <w:rsid w:val="000A4D81"/>
    <w:rsid w:val="000F23E8"/>
    <w:rsid w:val="001302E2"/>
    <w:rsid w:val="00182818"/>
    <w:rsid w:val="001934B4"/>
    <w:rsid w:val="001A59EC"/>
    <w:rsid w:val="0023009C"/>
    <w:rsid w:val="002B770F"/>
    <w:rsid w:val="00315C16"/>
    <w:rsid w:val="00334187"/>
    <w:rsid w:val="00366E37"/>
    <w:rsid w:val="00387890"/>
    <w:rsid w:val="003C0FC9"/>
    <w:rsid w:val="003C1541"/>
    <w:rsid w:val="00447F8B"/>
    <w:rsid w:val="0047562A"/>
    <w:rsid w:val="004A172E"/>
    <w:rsid w:val="005034EF"/>
    <w:rsid w:val="00542D3A"/>
    <w:rsid w:val="00550219"/>
    <w:rsid w:val="005673DE"/>
    <w:rsid w:val="005841BE"/>
    <w:rsid w:val="006A5179"/>
    <w:rsid w:val="006D004F"/>
    <w:rsid w:val="006D7635"/>
    <w:rsid w:val="007207C4"/>
    <w:rsid w:val="00760BAF"/>
    <w:rsid w:val="00760D3C"/>
    <w:rsid w:val="007B22E2"/>
    <w:rsid w:val="00821D3A"/>
    <w:rsid w:val="00835FC9"/>
    <w:rsid w:val="00842874"/>
    <w:rsid w:val="008A6030"/>
    <w:rsid w:val="008A6623"/>
    <w:rsid w:val="008C3400"/>
    <w:rsid w:val="008E300F"/>
    <w:rsid w:val="00907C74"/>
    <w:rsid w:val="00907D6E"/>
    <w:rsid w:val="00925045"/>
    <w:rsid w:val="00941343"/>
    <w:rsid w:val="00966482"/>
    <w:rsid w:val="009945C5"/>
    <w:rsid w:val="009973F3"/>
    <w:rsid w:val="009A1B98"/>
    <w:rsid w:val="009C621B"/>
    <w:rsid w:val="009E1938"/>
    <w:rsid w:val="00A101FA"/>
    <w:rsid w:val="00A1602F"/>
    <w:rsid w:val="00A31C7C"/>
    <w:rsid w:val="00A40161"/>
    <w:rsid w:val="00A44BE5"/>
    <w:rsid w:val="00A55342"/>
    <w:rsid w:val="00A839E0"/>
    <w:rsid w:val="00AE03FC"/>
    <w:rsid w:val="00AE0643"/>
    <w:rsid w:val="00B05102"/>
    <w:rsid w:val="00B32A45"/>
    <w:rsid w:val="00B516CA"/>
    <w:rsid w:val="00BB18EA"/>
    <w:rsid w:val="00BE13EF"/>
    <w:rsid w:val="00C74A07"/>
    <w:rsid w:val="00CB61CB"/>
    <w:rsid w:val="00CD5A86"/>
    <w:rsid w:val="00CF0E6E"/>
    <w:rsid w:val="00D22274"/>
    <w:rsid w:val="00D57A45"/>
    <w:rsid w:val="00DA48CC"/>
    <w:rsid w:val="00DB62F1"/>
    <w:rsid w:val="00DC5785"/>
    <w:rsid w:val="00DD354C"/>
    <w:rsid w:val="00E53675"/>
    <w:rsid w:val="00E57CE0"/>
    <w:rsid w:val="00E60613"/>
    <w:rsid w:val="00E72928"/>
    <w:rsid w:val="00EB45C9"/>
    <w:rsid w:val="00ED29F8"/>
    <w:rsid w:val="00F03803"/>
    <w:rsid w:val="00F25024"/>
    <w:rsid w:val="00F4119E"/>
    <w:rsid w:val="00F73659"/>
    <w:rsid w:val="00F90694"/>
    <w:rsid w:val="00FD48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516CA"/>
    <w:pPr>
      <w:spacing w:after="200" w:line="276" w:lineRule="auto"/>
    </w:pPr>
    <w:rPr>
      <w:rFonts w:ascii="Arial" w:hAnsi="Arial"/>
      <w:szCs w:val="22"/>
      <w:lang w:val="de-CH"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60D3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0D3C"/>
  </w:style>
  <w:style w:type="paragraph" w:styleId="Fuzeile">
    <w:name w:val="footer"/>
    <w:basedOn w:val="Standard"/>
    <w:link w:val="FuzeileZchn"/>
    <w:uiPriority w:val="99"/>
    <w:unhideWhenUsed/>
    <w:rsid w:val="00760D3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0D3C"/>
  </w:style>
  <w:style w:type="paragraph" w:customStyle="1" w:styleId="PXfusszeile">
    <w:name w:val="P_X_fusszeile"/>
    <w:qFormat/>
    <w:rsid w:val="00760D3C"/>
    <w:rPr>
      <w:rFonts w:ascii="Arial" w:eastAsia="Times New Roman" w:hAnsi="Arial" w:cs="Arial"/>
      <w:noProof/>
      <w:sz w:val="12"/>
      <w:szCs w:val="12"/>
    </w:rPr>
  </w:style>
  <w:style w:type="paragraph" w:customStyle="1" w:styleId="PXfusszeilerechtsbndig">
    <w:name w:val="P_X_fusszeile_rechtsbündig"/>
    <w:basedOn w:val="PXfusszeile"/>
    <w:qFormat/>
    <w:rsid w:val="00760D3C"/>
    <w:pPr>
      <w:jc w:val="right"/>
    </w:pPr>
  </w:style>
  <w:style w:type="paragraph" w:styleId="Sprechblasentext">
    <w:name w:val="Balloon Text"/>
    <w:basedOn w:val="Standard"/>
    <w:link w:val="SprechblasentextZchn"/>
    <w:uiPriority w:val="99"/>
    <w:semiHidden/>
    <w:unhideWhenUsed/>
    <w:rsid w:val="00760D3C"/>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760D3C"/>
    <w:rPr>
      <w:rFonts w:ascii="Tahoma" w:hAnsi="Tahoma" w:cs="Tahoma"/>
      <w:sz w:val="16"/>
      <w:szCs w:val="16"/>
    </w:rPr>
  </w:style>
  <w:style w:type="paragraph" w:customStyle="1" w:styleId="PXkopfzeile">
    <w:name w:val="P_X_kopfzeile"/>
    <w:qFormat/>
    <w:rsid w:val="00E72928"/>
    <w:pPr>
      <w:tabs>
        <w:tab w:val="right" w:pos="10915"/>
      </w:tabs>
      <w:ind w:left="454"/>
    </w:pPr>
    <w:rPr>
      <w:rFonts w:ascii="Arial" w:hAnsi="Arial"/>
      <w:b/>
      <w:color w:val="FFFFFF"/>
      <w:sz w:val="22"/>
      <w:szCs w:val="22"/>
      <w:lang w:eastAsia="en-US"/>
    </w:rPr>
  </w:style>
  <w:style w:type="paragraph" w:customStyle="1" w:styleId="PUueberschrift1">
    <w:name w:val="P_U_ueberschrift_1"/>
    <w:qFormat/>
    <w:rsid w:val="009C621B"/>
    <w:pPr>
      <w:spacing w:before="240" w:after="360"/>
    </w:pPr>
    <w:rPr>
      <w:rFonts w:ascii="Arial" w:hAnsi="Arial"/>
      <w:b/>
      <w:sz w:val="28"/>
      <w:szCs w:val="22"/>
      <w:lang w:eastAsia="en-US"/>
    </w:rPr>
  </w:style>
  <w:style w:type="paragraph" w:customStyle="1" w:styleId="PAaufgabeeinzug">
    <w:name w:val="P_A_aufgabe_einzug"/>
    <w:basedOn w:val="PAaufgabeA1"/>
    <w:qFormat/>
    <w:rsid w:val="00907C74"/>
    <w:pPr>
      <w:numPr>
        <w:numId w:val="0"/>
      </w:numPr>
      <w:spacing w:before="0"/>
      <w:ind w:left="340"/>
    </w:pPr>
  </w:style>
  <w:style w:type="paragraph" w:customStyle="1" w:styleId="PAschreibzeile">
    <w:name w:val="P_A_schreibzeile"/>
    <w:qFormat/>
    <w:rsid w:val="00F4119E"/>
    <w:pPr>
      <w:tabs>
        <w:tab w:val="right" w:pos="9923"/>
      </w:tabs>
      <w:spacing w:before="120" w:line="320" w:lineRule="atLeast"/>
    </w:pPr>
    <w:rPr>
      <w:rFonts w:ascii="Times New Roman" w:eastAsia="Times New Roman" w:hAnsi="Times New Roman"/>
      <w:i/>
      <w:spacing w:val="40"/>
      <w:sz w:val="28"/>
      <w:u w:val="single"/>
      <w:lang w:val="de-CH"/>
    </w:rPr>
  </w:style>
  <w:style w:type="paragraph" w:customStyle="1" w:styleId="PAaufgabeA1">
    <w:name w:val="P_A_aufgabe_A1"/>
    <w:qFormat/>
    <w:rsid w:val="00EB45C9"/>
    <w:pPr>
      <w:numPr>
        <w:numId w:val="1"/>
      </w:numPr>
      <w:tabs>
        <w:tab w:val="left" w:pos="340"/>
      </w:tabs>
      <w:spacing w:before="120" w:line="220" w:lineRule="atLeast"/>
      <w:ind w:left="340" w:hanging="340"/>
    </w:pPr>
    <w:rPr>
      <w:rFonts w:ascii="Arial" w:eastAsia="Times New Roman" w:hAnsi="Arial"/>
      <w:lang w:val="de-CH"/>
    </w:rPr>
  </w:style>
  <w:style w:type="paragraph" w:customStyle="1" w:styleId="PAschuelerschrift">
    <w:name w:val="P_A_schuelerschrift"/>
    <w:basedOn w:val="PAschreibzeile"/>
    <w:qFormat/>
    <w:rsid w:val="00EB45C9"/>
    <w:rPr>
      <w:u w:val="none"/>
    </w:rPr>
  </w:style>
  <w:style w:type="paragraph" w:customStyle="1" w:styleId="PAschuelerschrifttextfeld">
    <w:name w:val="P_A_schuelerschrift_textfeld"/>
    <w:basedOn w:val="PAschuelerschrift"/>
    <w:qFormat/>
    <w:rsid w:val="00DD354C"/>
    <w:pPr>
      <w:spacing w:before="0" w:line="360" w:lineRule="auto"/>
    </w:pPr>
  </w:style>
  <w:style w:type="paragraph" w:customStyle="1" w:styleId="PAschuelerschrifttextfeldunterstrichen">
    <w:name w:val="P_A_schuelerschrift_textfeld_unterstrichen"/>
    <w:basedOn w:val="PAschuelerschrifttextfeld"/>
    <w:qFormat/>
    <w:rsid w:val="00DD354C"/>
    <w:rPr>
      <w:u w:val="single"/>
    </w:rPr>
  </w:style>
  <w:style w:type="character" w:customStyle="1" w:styleId="PZFfett">
    <w:name w:val="P_ZF_fett"/>
    <w:uiPriority w:val="1"/>
    <w:qFormat/>
    <w:rsid w:val="00EB45C9"/>
    <w:rPr>
      <w:b/>
    </w:rPr>
  </w:style>
  <w:style w:type="character" w:customStyle="1" w:styleId="PZFkursiv">
    <w:name w:val="P_ZF_kursiv"/>
    <w:uiPriority w:val="1"/>
    <w:qFormat/>
    <w:rsid w:val="00EB45C9"/>
    <w:rPr>
      <w:i/>
    </w:rPr>
  </w:style>
  <w:style w:type="character" w:customStyle="1" w:styleId="PZFhochgestellt">
    <w:name w:val="P_ZF_hochgestellt"/>
    <w:uiPriority w:val="1"/>
    <w:qFormat/>
    <w:rsid w:val="00EB45C9"/>
    <w:rPr>
      <w:vertAlign w:val="superscript"/>
    </w:rPr>
  </w:style>
  <w:style w:type="character" w:customStyle="1" w:styleId="PZFtiefgestellt">
    <w:name w:val="P_ZF_tiefgestellt"/>
    <w:uiPriority w:val="1"/>
    <w:qFormat/>
    <w:rsid w:val="00EB45C9"/>
    <w:rPr>
      <w:vertAlign w:val="subscript"/>
    </w:rPr>
  </w:style>
  <w:style w:type="character" w:customStyle="1" w:styleId="PZFunterstrichen">
    <w:name w:val="P_ZF_unterstrichen"/>
    <w:uiPriority w:val="1"/>
    <w:qFormat/>
    <w:rsid w:val="00EB45C9"/>
    <w:rPr>
      <w:u w:val="single"/>
    </w:rPr>
  </w:style>
  <w:style w:type="paragraph" w:customStyle="1" w:styleId="PAbildanker">
    <w:name w:val="P_A_bildanker"/>
    <w:qFormat/>
    <w:rsid w:val="00182818"/>
    <w:pPr>
      <w:spacing w:before="120" w:after="120"/>
    </w:pPr>
    <w:rPr>
      <w:rFonts w:ascii="Arial" w:hAnsi="Arial"/>
      <w:szCs w:val="22"/>
      <w:lang w:val="de-CH" w:eastAsia="en-US"/>
    </w:rPr>
  </w:style>
  <w:style w:type="paragraph" w:customStyle="1" w:styleId="PAaufgabeeinzugabstand">
    <w:name w:val="P_A_aufgabe_einzug_abstand"/>
    <w:basedOn w:val="PAaufgabeeinzug"/>
    <w:qFormat/>
    <w:rsid w:val="00182818"/>
    <w:pPr>
      <w:spacing w:before="120"/>
    </w:pPr>
  </w:style>
  <w:style w:type="paragraph" w:customStyle="1" w:styleId="PAbildankerzentriert">
    <w:name w:val="P_A_bildanker_zentriert"/>
    <w:basedOn w:val="PAbildanker"/>
    <w:qFormat/>
    <w:rsid w:val="00182818"/>
    <w:pPr>
      <w:jc w:val="center"/>
    </w:pPr>
  </w:style>
  <w:style w:type="paragraph" w:customStyle="1" w:styleId="PAteilaufgabea">
    <w:name w:val="P_A_teilaufgabe_a)"/>
    <w:basedOn w:val="PAaufgabeA1"/>
    <w:qFormat/>
    <w:rsid w:val="00182818"/>
    <w:pPr>
      <w:numPr>
        <w:numId w:val="0"/>
      </w:numPr>
      <w:ind w:left="340" w:hanging="340"/>
    </w:pPr>
  </w:style>
  <w:style w:type="paragraph" w:customStyle="1" w:styleId="PAlueckentext">
    <w:name w:val="P_A_lueckentext"/>
    <w:basedOn w:val="PAaufgabeeinzugabstand"/>
    <w:qFormat/>
    <w:rsid w:val="009C621B"/>
    <w:pPr>
      <w:tabs>
        <w:tab w:val="clear" w:pos="340"/>
        <w:tab w:val="right" w:pos="9923"/>
      </w:tabs>
      <w:spacing w:line="360" w:lineRule="auto"/>
      <w:ind w:left="0"/>
    </w:pPr>
  </w:style>
  <w:style w:type="character" w:customStyle="1" w:styleId="PZFunterstrichenschuelerschrift">
    <w:name w:val="P_ZF_unterstrichen_schuelerschrift"/>
    <w:uiPriority w:val="1"/>
    <w:qFormat/>
    <w:rsid w:val="00F4119E"/>
    <w:rPr>
      <w:rFonts w:ascii="Times New Roman" w:hAnsi="Times New Roman"/>
      <w:b w:val="0"/>
      <w:i/>
      <w:spacing w:val="40"/>
      <w:sz w:val="28"/>
      <w:u w:val="single"/>
    </w:rPr>
  </w:style>
  <w:style w:type="paragraph" w:customStyle="1" w:styleId="PAbildunterschrift">
    <w:name w:val="P_A_bildunterschrift"/>
    <w:basedOn w:val="PAbildanker"/>
    <w:qFormat/>
    <w:rsid w:val="00AE03FC"/>
    <w:rPr>
      <w:sz w:val="16"/>
    </w:rPr>
  </w:style>
  <w:style w:type="paragraph" w:customStyle="1" w:styleId="PAaufgabentext">
    <w:name w:val="P_A_aufgabentext"/>
    <w:basedOn w:val="PAaufgabeA1"/>
    <w:qFormat/>
    <w:rsid w:val="00B516CA"/>
    <w:pPr>
      <w:numPr>
        <w:numId w:val="0"/>
      </w:numPr>
      <w:tabs>
        <w:tab w:val="clear" w:pos="340"/>
      </w:tabs>
      <w:spacing w:before="0" w:after="120"/>
      <w:jc w:val="both"/>
    </w:pPr>
  </w:style>
  <w:style w:type="paragraph" w:customStyle="1" w:styleId="PANummerierunginTabelle">
    <w:name w:val="P_A_Nummerierung_in_Tabelle"/>
    <w:basedOn w:val="PAaufgabentext"/>
    <w:qFormat/>
    <w:rsid w:val="009C621B"/>
    <w:pPr>
      <w:spacing w:after="0"/>
    </w:pPr>
  </w:style>
  <w:style w:type="paragraph" w:customStyle="1" w:styleId="PALeerzeileklein">
    <w:name w:val="P_A_Leerzeile_klein"/>
    <w:basedOn w:val="PAaufgabentext"/>
    <w:qFormat/>
    <w:rsid w:val="009C621B"/>
    <w:pPr>
      <w:spacing w:after="0"/>
    </w:pPr>
    <w:rPr>
      <w:sz w:val="12"/>
    </w:rPr>
  </w:style>
  <w:style w:type="character" w:styleId="Kommentarzeichen">
    <w:name w:val="annotation reference"/>
    <w:uiPriority w:val="99"/>
    <w:semiHidden/>
    <w:unhideWhenUsed/>
    <w:rsid w:val="00AE0643"/>
    <w:rPr>
      <w:sz w:val="16"/>
      <w:szCs w:val="16"/>
    </w:rPr>
  </w:style>
  <w:style w:type="paragraph" w:styleId="Kommentartext">
    <w:name w:val="annotation text"/>
    <w:basedOn w:val="Standard"/>
    <w:link w:val="KommentartextZchn"/>
    <w:uiPriority w:val="99"/>
    <w:semiHidden/>
    <w:unhideWhenUsed/>
    <w:rsid w:val="00AE0643"/>
    <w:pPr>
      <w:spacing w:line="240" w:lineRule="auto"/>
    </w:pPr>
    <w:rPr>
      <w:szCs w:val="20"/>
    </w:rPr>
  </w:style>
  <w:style w:type="character" w:customStyle="1" w:styleId="KommentartextZchn">
    <w:name w:val="Kommentartext Zchn"/>
    <w:link w:val="Kommentartext"/>
    <w:uiPriority w:val="99"/>
    <w:semiHidden/>
    <w:rsid w:val="00AE0643"/>
    <w:rPr>
      <w:rFonts w:ascii="Arial" w:hAnsi="Arial"/>
      <w:sz w:val="20"/>
      <w:szCs w:val="20"/>
      <w:lang w:val="de-CH"/>
    </w:rPr>
  </w:style>
  <w:style w:type="paragraph" w:styleId="Kommentarthema">
    <w:name w:val="annotation subject"/>
    <w:basedOn w:val="Kommentartext"/>
    <w:next w:val="Kommentartext"/>
    <w:link w:val="KommentarthemaZchn"/>
    <w:uiPriority w:val="99"/>
    <w:semiHidden/>
    <w:unhideWhenUsed/>
    <w:rsid w:val="00AE0643"/>
    <w:rPr>
      <w:b/>
      <w:bCs/>
    </w:rPr>
  </w:style>
  <w:style w:type="character" w:customStyle="1" w:styleId="KommentarthemaZchn">
    <w:name w:val="Kommentarthema Zchn"/>
    <w:link w:val="Kommentarthema"/>
    <w:uiPriority w:val="99"/>
    <w:semiHidden/>
    <w:rsid w:val="00AE0643"/>
    <w:rPr>
      <w:rFonts w:ascii="Arial" w:hAnsi="Arial"/>
      <w:b/>
      <w:bCs/>
      <w:sz w:val="20"/>
      <w:szCs w:val="20"/>
      <w:lang w:val="de-CH"/>
    </w:rPr>
  </w:style>
  <w:style w:type="table" w:styleId="Tabellenraster">
    <w:name w:val="Table Grid"/>
    <w:basedOn w:val="NormaleTabelle"/>
    <w:uiPriority w:val="59"/>
    <w:rsid w:val="00DC578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nzi\OneDrive\Buchlabor%20Venzin\Auftr&#228;ge\Klett\Prisma\AB\1_Forschen%20und%20Arbeiten%20in%20Natur%20und%20Technik\Vorlage_Arbeiten.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08A3F49F5C77C42A36DF052DC68E4B3" ma:contentTypeVersion="13" ma:contentTypeDescription="Ein neues Dokument erstellen." ma:contentTypeScope="" ma:versionID="83c16bbc4035c0005759347a3df228aa">
  <xsd:schema xmlns:xsd="http://www.w3.org/2001/XMLSchema" xmlns:xs="http://www.w3.org/2001/XMLSchema" xmlns:p="http://schemas.microsoft.com/office/2006/metadata/properties" xmlns:ns2="01b4999f-449a-4325-97ad-e93558e522bb" xmlns:ns3="f457fc6f-4b16-4871-ae69-ec0f3f189d4c" targetNamespace="http://schemas.microsoft.com/office/2006/metadata/properties" ma:root="true" ma:fieldsID="92702498461144e5b4a2485c14efc4b7" ns2:_="" ns3:_="">
    <xsd:import namespace="01b4999f-449a-4325-97ad-e93558e522bb"/>
    <xsd:import namespace="f457fc6f-4b16-4871-ae69-ec0f3f189d4c"/>
    <xsd:element name="properties">
      <xsd:complexType>
        <xsd:sequence>
          <xsd:element name="documentManagement">
            <xsd:complexType>
              <xsd:all>
                <xsd:element ref="ns2:MediaServiceMetadata" minOccurs="0"/>
                <xsd:element ref="ns2:MediaServiceFastMetadata" minOccurs="0"/>
                <xsd:element ref="ns3:TaxCatchAll" minOccurs="0"/>
                <xsd:element ref="ns2:MediaServiceDateTaken" minOccurs="0"/>
                <xsd:element ref="ns2:MediaServiceGenerationTime" minOccurs="0"/>
                <xsd:element ref="ns2:MediaServiceEventHashCode" minOccurs="0"/>
                <xsd:element ref="ns2:lcf76f155ced4ddcb4097134ff3c332f" minOccurs="0"/>
                <xsd:element ref="ns2:MediaServiceOCR"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b4999f-449a-4325-97ad-e93558e522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89290ecd-70f7-496f-b529-2ac7b58a4011"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457fc6f-4b16-4871-ae69-ec0f3f189d4c"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4f384d99-2543-443c-b49d-8caa0ed8b2ef}" ma:internalName="TaxCatchAll" ma:showField="CatchAllData" ma:web="f457fc6f-4b16-4871-ae69-ec0f3f189d4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TaxCatchAll xmlns="f457fc6f-4b16-4871-ae69-ec0f3f189d4c" xsi:nil="true"/>
    <lcf76f155ced4ddcb4097134ff3c332f xmlns="01b4999f-449a-4325-97ad-e93558e522bb">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A82BF7-BC7E-4AD5-824D-A140C99338B0}"/>
</file>

<file path=customXml/itemProps2.xml><?xml version="1.0" encoding="utf-8"?>
<ds:datastoreItem xmlns:ds="http://schemas.openxmlformats.org/officeDocument/2006/customXml" ds:itemID="{16D1EF4F-F025-469F-B6B1-D6CA279DC0B8}">
  <ds:schemaRefs>
    <ds:schemaRef ds:uri="http://schemas.microsoft.com/sharepoint/v3/contenttype/forms"/>
  </ds:schemaRefs>
</ds:datastoreItem>
</file>

<file path=customXml/itemProps3.xml><?xml version="1.0" encoding="utf-8"?>
<ds:datastoreItem xmlns:ds="http://schemas.openxmlformats.org/officeDocument/2006/customXml" ds:itemID="{758300CD-9CE7-42B6-9601-9EC4F17D1660}">
  <ds:schemaRefs>
    <ds:schemaRef ds:uri="http://schemas.microsoft.com/office/2006/metadata/longProperties"/>
  </ds:schemaRefs>
</ds:datastoreItem>
</file>

<file path=customXml/itemProps4.xml><?xml version="1.0" encoding="utf-8"?>
<ds:datastoreItem xmlns:ds="http://schemas.openxmlformats.org/officeDocument/2006/customXml" ds:itemID="{BE67C5F0-6362-4F87-944D-4182B29CF440}">
  <ds:schemaRefs>
    <ds:schemaRef ds:uri="http://schemas.microsoft.com/sharepoint/v4"/>
    <ds:schemaRef ds:uri="http://schemas.microsoft.com/office/2006/documentManagement/types"/>
    <ds:schemaRef ds:uri="http://schemas.microsoft.com/office/infopath/2007/PartnerControls"/>
    <ds:schemaRef ds:uri="http://schemas.microsoft.com/office/2006/metadata/properties"/>
    <ds:schemaRef ds:uri="http://purl.org/dc/dcmitype/"/>
    <ds:schemaRef ds:uri="http://www.w3.org/XML/1998/namespace"/>
    <ds:schemaRef ds:uri="http://purl.org/dc/elements/1.1/"/>
    <ds:schemaRef ds:uri="http://purl.org/dc/terms/"/>
    <ds:schemaRef ds:uri="http://schemas.openxmlformats.org/package/2006/metadata/core-properties"/>
  </ds:schemaRefs>
</ds:datastoreItem>
</file>

<file path=customXml/itemProps5.xml><?xml version="1.0" encoding="utf-8"?>
<ds:datastoreItem xmlns:ds="http://schemas.openxmlformats.org/officeDocument/2006/customXml" ds:itemID="{B1370FC2-7E8E-45BB-8826-DD34B4CDB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Vorlage_Arbeiten.dotx</Template>
  <TotalTime>0</TotalTime>
  <Pages>1</Pages>
  <Words>115</Words>
  <Characters>730</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Venzin</dc:creator>
  <cp:lastModifiedBy>Kraus</cp:lastModifiedBy>
  <cp:revision>14</cp:revision>
  <dcterms:created xsi:type="dcterms:W3CDTF">2020-06-10T15:37:00Z</dcterms:created>
  <dcterms:modified xsi:type="dcterms:W3CDTF">2020-07-01T11:47:00Z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0x010100CB8B1D5670A77D44B98BA552B791B6B100D83BC6E2F636EC4D94B06609C5259374</vt:lpwstr>
  </property>
  <property fmtid="{D5CDD505-2E9C-101B-9397-08002B2CF9AE}" pid="3" name="Satzfertig">
    <vt:lpwstr>0</vt:lpwstr>
  </property>
</Properties>
</file>