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3823"/>
        <w:gridCol w:w="2692"/>
      </w:tblGrid>
      <w:tr w:rsidR="00E56E68" w:rsidRPr="00406838" w14:paraId="3CFA78CF" w14:textId="452BE141" w:rsidTr="003E767F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99316" w14:textId="3CE4A492" w:rsidR="00E56E68" w:rsidRPr="00263ED0" w:rsidRDefault="00E56E68" w:rsidP="00263ED0">
            <w:pPr>
              <w:spacing w:after="0" w:line="360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Langage de classe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C67E3" w14:textId="749C034A" w:rsidR="00E56E68" w:rsidRDefault="00E56E68" w:rsidP="00263ED0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D653D" w14:textId="77777777" w:rsidR="00E56E68" w:rsidRDefault="00E56E68" w:rsidP="00263ED0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E56E68" w:rsidRPr="00406838" w14:paraId="7F5719FF" w14:textId="6BACAF48" w:rsidTr="003E767F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ED72" w14:textId="6E1DE3DE" w:rsidR="00E56E68" w:rsidRPr="00263ED0" w:rsidRDefault="00E56E68" w:rsidP="00E56E68">
            <w:pPr>
              <w:spacing w:after="0" w:line="360" w:lineRule="auto"/>
              <w:rPr>
                <w:rFonts w:eastAsia="Times New Roman" w:cstheme="minorHAnsi"/>
                <w:color w:val="000000"/>
                <w:lang w:eastAsia="de-CH"/>
              </w:rPr>
            </w:pPr>
            <w:r w:rsidRPr="00263ED0">
              <w:rPr>
                <w:rFonts w:cstheme="minorHAnsi"/>
                <w:color w:val="000000"/>
              </w:rPr>
              <w:t>Regarde.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206AD" w14:textId="38124D6D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CD600E" w14:textId="7695DBCB" w:rsidR="00E56E68" w:rsidRDefault="00E56E68" w:rsidP="00E56E68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Schaue.</w:t>
            </w:r>
          </w:p>
        </w:tc>
      </w:tr>
      <w:tr w:rsidR="00E56E68" w:rsidRPr="00406838" w14:paraId="198D8805" w14:textId="34F59F97" w:rsidTr="003E767F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5534" w14:textId="328A16B5" w:rsidR="00E56E68" w:rsidRPr="00263ED0" w:rsidRDefault="00E56E68" w:rsidP="00E56E68">
            <w:pPr>
              <w:spacing w:after="0" w:line="360" w:lineRule="auto"/>
              <w:rPr>
                <w:rFonts w:eastAsia="Times New Roman" w:cstheme="minorHAnsi"/>
                <w:color w:val="000000"/>
                <w:lang w:eastAsia="de-CH"/>
              </w:rPr>
            </w:pPr>
            <w:r w:rsidRPr="00263ED0">
              <w:rPr>
                <w:rFonts w:cstheme="minorHAnsi"/>
                <w:color w:val="000000"/>
              </w:rPr>
              <w:t>Écoute.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A989E" w14:textId="31311734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F8244B" w14:textId="149851E2" w:rsidR="00E56E68" w:rsidRDefault="00E56E68" w:rsidP="00E56E68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Höre (zu).</w:t>
            </w:r>
          </w:p>
        </w:tc>
      </w:tr>
      <w:tr w:rsidR="00E56E68" w:rsidRPr="00406838" w14:paraId="0FEDBA5B" w14:textId="1FE14B57" w:rsidTr="003E767F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D825" w14:textId="2B8125EA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Lis.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BE359" w14:textId="4354001B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418EE" w14:textId="5EBD9EC7" w:rsidR="00E56E68" w:rsidRDefault="00E56E68" w:rsidP="00E56E68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Lies.</w:t>
            </w:r>
          </w:p>
        </w:tc>
      </w:tr>
      <w:tr w:rsidR="00E56E68" w:rsidRPr="00406838" w14:paraId="64467D42" w14:textId="4F952E13" w:rsidTr="003E767F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F3A0" w14:textId="053BB5E4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Écris.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90E4E" w14:textId="0894D9F6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1573E8" w14:textId="6010F2B3" w:rsidR="00E56E68" w:rsidRDefault="00E56E68" w:rsidP="00E56E68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Schreibe.</w:t>
            </w:r>
          </w:p>
        </w:tc>
      </w:tr>
      <w:tr w:rsidR="00E56E68" w:rsidRPr="00406838" w14:paraId="18DE8611" w14:textId="05716587" w:rsidTr="003E767F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2C48" w14:textId="1A6CEEC6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Parle.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FC828" w14:textId="517A7727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509DDE" w14:textId="161E1088" w:rsidR="00E56E68" w:rsidRDefault="00E56E68" w:rsidP="00E56E68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Sprich.</w:t>
            </w:r>
          </w:p>
        </w:tc>
      </w:tr>
      <w:tr w:rsidR="00E56E68" w:rsidRPr="00406838" w14:paraId="63C4C4DD" w14:textId="54705CBC" w:rsidTr="003E767F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045B" w14:textId="5EDB1769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le crayon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5EA29" w14:textId="6239E344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28B4F" w14:textId="2FAEC57D" w:rsidR="00E56E68" w:rsidRDefault="00E56E68" w:rsidP="00E56E68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der Bleistift</w:t>
            </w:r>
          </w:p>
        </w:tc>
      </w:tr>
      <w:tr w:rsidR="00E56E68" w:rsidRPr="00406838" w14:paraId="5369F5B9" w14:textId="168CD23B" w:rsidTr="003E767F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454E" w14:textId="3CB610C9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le cahier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C7B7B" w14:textId="61D08836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69F1E8" w14:textId="568EBB58" w:rsidR="00E56E68" w:rsidRDefault="00E56E68" w:rsidP="00E56E68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das Heft</w:t>
            </w:r>
          </w:p>
        </w:tc>
      </w:tr>
      <w:tr w:rsidR="00E56E68" w:rsidRPr="00406838" w14:paraId="3CEA3C5A" w14:textId="69FCAA9F" w:rsidTr="003E767F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A475" w14:textId="05A2EDF0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</w:rPr>
              <w:t>le stylo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5E5B6" w14:textId="180657A9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2A8ABA" w14:textId="3BBE111A" w:rsidR="00E56E68" w:rsidRDefault="00E56E68" w:rsidP="00E56E68">
            <w:pPr>
              <w:spacing w:after="0"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der Stift</w:t>
            </w:r>
          </w:p>
        </w:tc>
      </w:tr>
    </w:tbl>
    <w:p w14:paraId="615D8BC2" w14:textId="77777777" w:rsidR="00E56E68" w:rsidRDefault="00E56E68">
      <w:r>
        <w:br w:type="page"/>
      </w:r>
    </w:p>
    <w:tbl>
      <w:tblPr>
        <w:tblW w:w="93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3821"/>
        <w:gridCol w:w="2693"/>
      </w:tblGrid>
      <w:tr w:rsidR="00E56E68" w:rsidRPr="00406838" w14:paraId="77CA8C76" w14:textId="6D092302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34336" w14:textId="4FB37844" w:rsidR="00E56E68" w:rsidRPr="00263ED0" w:rsidRDefault="00E56E68" w:rsidP="00E56E68">
            <w:pPr>
              <w:spacing w:after="0" w:line="360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lastRenderedPageBreak/>
              <w:t>Unité 1</w:t>
            </w:r>
            <w:r w:rsidR="009B0211">
              <w:rPr>
                <w:rFonts w:cstheme="minorHAnsi"/>
                <w:b/>
                <w:color w:val="000000"/>
              </w:rPr>
              <w:t>, Bonjour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2FF4" w14:textId="3319A1CB" w:rsidR="00E56E68" w:rsidRDefault="009B0211" w:rsidP="00E56E68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Beispielsatz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0ED01" w14:textId="7960C175" w:rsidR="00E56E68" w:rsidRDefault="009B0211" w:rsidP="00E56E68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Deutsch</w:t>
            </w:r>
          </w:p>
        </w:tc>
      </w:tr>
      <w:tr w:rsidR="009B0211" w:rsidRPr="00406838" w14:paraId="79EC46F4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34AC" w14:textId="2293B735" w:rsidR="009B0211" w:rsidRDefault="009B0211" w:rsidP="00E56E68">
            <w:pPr>
              <w:spacing w:after="0" w:line="360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bonjour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9375" w14:textId="6586865B" w:rsidR="009B0211" w:rsidRDefault="009B0211" w:rsidP="00E56E68">
            <w:pPr>
              <w:spacing w:after="0" w:line="36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Bonjour,</w:t>
            </w:r>
            <w:r>
              <w:rPr>
                <w:rFonts w:ascii="Calibri" w:hAnsi="Calibri" w:cs="Calibri"/>
                <w:color w:val="000000"/>
              </w:rPr>
              <w:t xml:space="preserve"> Alice!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FDBB4" w14:textId="683EE3BB" w:rsidR="009B0211" w:rsidRDefault="009B0211" w:rsidP="00E56E68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guten Tag</w:t>
            </w:r>
          </w:p>
        </w:tc>
      </w:tr>
      <w:tr w:rsidR="00E56E68" w:rsidRPr="00406838" w14:paraId="40F510A0" w14:textId="604CCB1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1C3F" w14:textId="2A275492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Comment ça va?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3E4E" w14:textId="5376C60B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8274A" w14:textId="37B15C1B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Wie geht es?</w:t>
            </w:r>
          </w:p>
        </w:tc>
      </w:tr>
      <w:tr w:rsidR="00E56E68" w:rsidRPr="00406838" w14:paraId="7C8FDEF7" w14:textId="7766DF7B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AAB6" w14:textId="4BE8A93D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très bien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0C0C3" w14:textId="59331AE6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Ça va </w:t>
            </w:r>
            <w:r>
              <w:rPr>
                <w:rFonts w:ascii="Calibri" w:hAnsi="Calibri" w:cs="Calibri"/>
                <w:b/>
                <w:bCs/>
                <w:color w:val="000000"/>
              </w:rPr>
              <w:t>très bien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875C8" w14:textId="34D78A7D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sehr gut</w:t>
            </w:r>
          </w:p>
        </w:tc>
      </w:tr>
      <w:tr w:rsidR="00E56E68" w:rsidRPr="00406838" w14:paraId="0BE769FF" w14:textId="4E008178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99AD" w14:textId="0698F40F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merci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43B7" w14:textId="189BD4DB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Très bien, </w:t>
            </w:r>
            <w:r>
              <w:rPr>
                <w:rFonts w:ascii="Calibri" w:hAnsi="Calibri" w:cs="Calibri"/>
                <w:b/>
                <w:bCs/>
                <w:color w:val="000000"/>
              </w:rPr>
              <w:t>merci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3AD6B" w14:textId="6AB6EC6D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danke</w:t>
            </w:r>
          </w:p>
        </w:tc>
      </w:tr>
      <w:tr w:rsidR="00E56E68" w:rsidRPr="00406838" w14:paraId="33FEC34F" w14:textId="385A722F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1D0D" w14:textId="4C5818A9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un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4528" w14:textId="7E9C57DC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B469A" w14:textId="743C6769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eins</w:t>
            </w:r>
          </w:p>
        </w:tc>
      </w:tr>
      <w:tr w:rsidR="00E56E68" w:rsidRPr="00406838" w14:paraId="4257DB73" w14:textId="44E3DB34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74E1" w14:textId="0BAC8379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deux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BCB03" w14:textId="0CE3351D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D2BDC" w14:textId="2C9FDB4A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zwei</w:t>
            </w:r>
          </w:p>
        </w:tc>
      </w:tr>
      <w:tr w:rsidR="00E56E68" w:rsidRPr="00406838" w14:paraId="143A8046" w14:textId="794050D4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AECF" w14:textId="20104E7D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trois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0CF2" w14:textId="62637D0A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9DB83" w14:textId="56DE0FC8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drei</w:t>
            </w:r>
          </w:p>
        </w:tc>
      </w:tr>
      <w:tr w:rsidR="00E56E68" w:rsidRPr="00406838" w14:paraId="6F72A602" w14:textId="664AE0C4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7C789" w14:textId="5B1F326B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quatre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9EE5" w14:textId="0B9A57F6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DA45B" w14:textId="18ADB5AB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vier</w:t>
            </w:r>
          </w:p>
        </w:tc>
      </w:tr>
      <w:tr w:rsidR="00E56E68" w:rsidRPr="00406838" w14:paraId="7811534A" w14:textId="77E61F6E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8D72" w14:textId="5A3AB139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cinq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057C" w14:textId="5150941C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0B665" w14:textId="23CF13E3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fünf</w:t>
            </w:r>
          </w:p>
        </w:tc>
      </w:tr>
      <w:tr w:rsidR="00E56E68" w:rsidRPr="00406838" w14:paraId="4ABDD76C" w14:textId="6963F3A0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537A4" w14:textId="7C53541F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six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6EDD" w14:textId="3CA55133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637F6" w14:textId="7ED995C3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sechs</w:t>
            </w:r>
          </w:p>
        </w:tc>
      </w:tr>
      <w:tr w:rsidR="00E56E68" w:rsidRPr="00406838" w14:paraId="0E6B6D2A" w14:textId="09CEF8E6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1A7B" w14:textId="6262AED2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sept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E623" w14:textId="12ACCB6C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F4739" w14:textId="684962DD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sieben</w:t>
            </w:r>
          </w:p>
        </w:tc>
      </w:tr>
      <w:tr w:rsidR="00E56E68" w:rsidRPr="00406838" w14:paraId="4C8AE95A" w14:textId="0FC1561D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78A53" w14:textId="2CD602E1" w:rsidR="00E56E68" w:rsidRPr="00E56E68" w:rsidRDefault="00E56E68" w:rsidP="00E56E68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huit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671F" w14:textId="70F89B0D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15CE6" w14:textId="733DBA20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acht</w:t>
            </w:r>
          </w:p>
        </w:tc>
      </w:tr>
      <w:tr w:rsidR="00E56E68" w:rsidRPr="00406838" w14:paraId="663AFC14" w14:textId="5EEDF8C1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6FA6A" w14:textId="1EEA63CB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neuf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16A61" w14:textId="07EEEC82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CF122" w14:textId="518161EA" w:rsidR="00E56E68" w:rsidRPr="00406838" w:rsidRDefault="003E767F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neun</w:t>
            </w:r>
          </w:p>
        </w:tc>
      </w:tr>
      <w:tr w:rsidR="00E56E68" w:rsidRPr="00406838" w14:paraId="0C4B833E" w14:textId="2420655A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57A3B" w14:textId="33B50AF8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dix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2A03" w14:textId="719954E0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DCED3D" w14:textId="0B81F675" w:rsidR="00E56E68" w:rsidRPr="00406838" w:rsidRDefault="003E767F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eastAsia="Times New Roman" w:hAnsi="Calibri" w:cs="Calibri"/>
                <w:color w:val="000000"/>
                <w:lang w:eastAsia="de-CH"/>
              </w:rPr>
              <w:t>zehn</w:t>
            </w:r>
          </w:p>
        </w:tc>
      </w:tr>
      <w:tr w:rsidR="00E56E68" w:rsidRPr="00406838" w14:paraId="0EFA169F" w14:textId="51AA7241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A64F" w14:textId="2F663CFD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6F4CC" w14:textId="12F21665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Je </w:t>
            </w:r>
            <w:r>
              <w:rPr>
                <w:rFonts w:ascii="Calibri" w:hAnsi="Calibri" w:cs="Calibri"/>
                <w:color w:val="000000"/>
              </w:rPr>
              <w:t>parle allemand.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E09C6" w14:textId="6D9CB204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</w:t>
            </w:r>
          </w:p>
        </w:tc>
      </w:tr>
      <w:tr w:rsidR="00E56E68" w:rsidRPr="00406838" w14:paraId="2C564565" w14:textId="36A8A960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8371" w14:textId="5AFE6CB1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je m’appelle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49F0" w14:textId="6C51EA91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Je m’appelle</w:t>
            </w:r>
            <w:r>
              <w:rPr>
                <w:rFonts w:ascii="Calibri" w:hAnsi="Calibri" w:cs="Calibri"/>
                <w:color w:val="000000"/>
              </w:rPr>
              <w:t xml:space="preserve"> Alice.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68C5B" w14:textId="6F1A3209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heisse</w:t>
            </w:r>
          </w:p>
        </w:tc>
      </w:tr>
      <w:tr w:rsidR="00E56E68" w:rsidRPr="00406838" w14:paraId="06A9D4BA" w14:textId="33B7F243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F8EE" w14:textId="3AC9E9C6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J’ai … ans.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A6FA5" w14:textId="1DA0C0A0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J’ai</w:t>
            </w:r>
            <w:r>
              <w:rPr>
                <w:rFonts w:ascii="Calibri" w:hAnsi="Calibri" w:cs="Calibri"/>
                <w:color w:val="000000"/>
              </w:rPr>
              <w:t xml:space="preserve"> huit </w:t>
            </w:r>
            <w:r>
              <w:rPr>
                <w:rFonts w:ascii="Calibri" w:hAnsi="Calibri" w:cs="Calibri"/>
                <w:b/>
                <w:bCs/>
                <w:color w:val="000000"/>
              </w:rPr>
              <w:t>ans.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5B2E8" w14:textId="60807308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bin … Jahre alt.</w:t>
            </w:r>
          </w:p>
        </w:tc>
      </w:tr>
      <w:tr w:rsidR="00E56E68" w:rsidRPr="00406838" w14:paraId="2FCB7CA4" w14:textId="44D628B1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977F" w14:textId="24F8311A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je parle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AB841" w14:textId="3B0A8F05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Je parle</w:t>
            </w:r>
            <w:r>
              <w:rPr>
                <w:rFonts w:ascii="Calibri" w:hAnsi="Calibri" w:cs="Calibri"/>
                <w:color w:val="000000"/>
              </w:rPr>
              <w:t xml:space="preserve"> français.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3E9F0" w14:textId="4217C548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spreche</w:t>
            </w:r>
          </w:p>
        </w:tc>
      </w:tr>
      <w:tr w:rsidR="00E56E68" w:rsidRPr="00406838" w14:paraId="454C2C8D" w14:textId="3AD0692C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9700D" w14:textId="305B855B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français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7FB5" w14:textId="1F1D84F1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Je parle </w:t>
            </w:r>
            <w:r>
              <w:rPr>
                <w:rFonts w:ascii="Calibri" w:hAnsi="Calibri" w:cs="Calibri"/>
                <w:b/>
                <w:bCs/>
                <w:color w:val="000000"/>
              </w:rPr>
              <w:t>français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F80F1" w14:textId="066373BB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Französisch</w:t>
            </w:r>
          </w:p>
        </w:tc>
      </w:tr>
      <w:tr w:rsidR="00E56E68" w:rsidRPr="00406838" w14:paraId="16C745C3" w14:textId="7EBD8A83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0959" w14:textId="5FE8F09C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allemand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152ED" w14:textId="4A81C806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Je parle </w:t>
            </w:r>
            <w:r>
              <w:rPr>
                <w:rFonts w:ascii="Calibri" w:hAnsi="Calibri" w:cs="Calibri"/>
                <w:b/>
                <w:bCs/>
                <w:color w:val="000000"/>
              </w:rPr>
              <w:t>allemand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7AE36" w14:textId="2671341D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Deutsch</w:t>
            </w:r>
          </w:p>
        </w:tc>
      </w:tr>
      <w:tr w:rsidR="00E56E68" w:rsidRPr="00406838" w14:paraId="18FF9DE2" w14:textId="6E37D60E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0076" w14:textId="50C81241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Et toi?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98AB" w14:textId="6FE36A0A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J’ai neuf ans. </w:t>
            </w:r>
            <w:r>
              <w:rPr>
                <w:rFonts w:ascii="Calibri" w:hAnsi="Calibri" w:cs="Calibri"/>
                <w:b/>
                <w:bCs/>
                <w:color w:val="000000"/>
              </w:rPr>
              <w:t>Et toi?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BDA5C" w14:textId="2BB16DA5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Und du?</w:t>
            </w:r>
          </w:p>
        </w:tc>
      </w:tr>
      <w:tr w:rsidR="00E56E68" w:rsidRPr="00E56E68" w14:paraId="5811EF10" w14:textId="3323F83B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9EB3" w14:textId="0C04B571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pull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0A53" w14:textId="0267F600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Voilà </w:t>
            </w:r>
            <w:r>
              <w:rPr>
                <w:rFonts w:ascii="Calibri" w:hAnsi="Calibri" w:cs="Calibri"/>
                <w:b/>
                <w:bCs/>
                <w:color w:val="000000"/>
              </w:rPr>
              <w:t>le pull</w:t>
            </w:r>
            <w:r>
              <w:rPr>
                <w:rFonts w:ascii="Calibri" w:hAnsi="Calibri" w:cs="Calibri"/>
                <w:color w:val="000000"/>
              </w:rPr>
              <w:t xml:space="preserve"> de Léa.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6C023" w14:textId="363AE234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Pullover</w:t>
            </w:r>
          </w:p>
        </w:tc>
      </w:tr>
      <w:tr w:rsidR="00E56E68" w:rsidRPr="00E56E68" w14:paraId="1A46FB5D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5C33" w14:textId="49F194B7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veste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E1AD" w14:textId="13E49730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Voilà </w:t>
            </w:r>
            <w:r>
              <w:rPr>
                <w:rFonts w:ascii="Calibri" w:hAnsi="Calibri" w:cs="Calibri"/>
                <w:b/>
                <w:bCs/>
                <w:color w:val="000000"/>
              </w:rPr>
              <w:t>la veste</w:t>
            </w:r>
            <w:r>
              <w:rPr>
                <w:rFonts w:ascii="Calibri" w:hAnsi="Calibri" w:cs="Calibri"/>
                <w:color w:val="000000"/>
              </w:rPr>
              <w:t xml:space="preserve"> d’Alice.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B78D3" w14:textId="5C267208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Jacke</w:t>
            </w:r>
          </w:p>
        </w:tc>
      </w:tr>
      <w:tr w:rsidR="00E56E68" w:rsidRPr="00E56E68" w14:paraId="5666F422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58FE" w14:textId="7655FF0C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t xml:space="preserve">le </w:t>
            </w:r>
            <w:r>
              <w:rPr>
                <w:rFonts w:ascii="Calibri" w:hAnsi="Calibri" w:cs="Calibri"/>
                <w:b/>
                <w:bCs/>
                <w:color w:val="000000"/>
              </w:rPr>
              <w:t>pied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ED6E" w14:textId="4388B6EC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Voilà </w:t>
            </w:r>
            <w:r>
              <w:rPr>
                <w:rFonts w:ascii="Calibri" w:hAnsi="Calibri" w:cs="Calibri"/>
                <w:b/>
                <w:bCs/>
                <w:color w:val="000000"/>
              </w:rPr>
              <w:t>le pied</w:t>
            </w:r>
            <w:r>
              <w:rPr>
                <w:rFonts w:ascii="Calibri" w:hAnsi="Calibri" w:cs="Calibri"/>
                <w:color w:val="000000"/>
              </w:rPr>
              <w:t xml:space="preserve"> de Mathéo.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F50AF" w14:textId="39D9DF3D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Fuss</w:t>
            </w:r>
          </w:p>
        </w:tc>
      </w:tr>
      <w:tr w:rsidR="00E56E68" w:rsidRPr="00E56E68" w14:paraId="22E1DAB2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13852" w14:textId="2F1E561A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tête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A7EC7" w14:textId="6EDE5532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Voilà </w:t>
            </w:r>
            <w:r>
              <w:rPr>
                <w:rFonts w:ascii="Calibri" w:hAnsi="Calibri" w:cs="Calibri"/>
                <w:b/>
                <w:bCs/>
                <w:color w:val="000000"/>
              </w:rPr>
              <w:t>la tête</w:t>
            </w:r>
            <w:r>
              <w:rPr>
                <w:rFonts w:ascii="Calibri" w:hAnsi="Calibri" w:cs="Calibri"/>
                <w:color w:val="000000"/>
              </w:rPr>
              <w:t xml:space="preserve"> de Louis.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E5BBA" w14:textId="210DF28A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Kopf</w:t>
            </w:r>
          </w:p>
        </w:tc>
      </w:tr>
      <w:tr w:rsidR="00E56E68" w:rsidRPr="00E56E68" w14:paraId="3F1D6C05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1030" w14:textId="4F9BA4CB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J’arrive.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ED641" w14:textId="62775AB8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… huit – neuf – dix. </w:t>
            </w:r>
            <w:r>
              <w:rPr>
                <w:rFonts w:ascii="Calibri" w:hAnsi="Calibri" w:cs="Calibri"/>
                <w:b/>
                <w:bCs/>
                <w:color w:val="000000"/>
              </w:rPr>
              <w:t>J’arrive</w:t>
            </w:r>
            <w:r>
              <w:rPr>
                <w:rFonts w:ascii="Calibri" w:hAnsi="Calibri" w:cs="Calibri"/>
                <w:color w:val="000000"/>
              </w:rPr>
              <w:t>!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E6D20" w14:textId="44BADC21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komme.</w:t>
            </w:r>
          </w:p>
        </w:tc>
      </w:tr>
      <w:tr w:rsidR="00E56E68" w:rsidRPr="00E56E68" w14:paraId="263EE380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72AE" w14:textId="31CA9B76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voilà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7792" w14:textId="17E032EB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Voilà</w:t>
            </w:r>
            <w:r>
              <w:rPr>
                <w:rFonts w:ascii="Calibri" w:hAnsi="Calibri" w:cs="Calibri"/>
                <w:color w:val="000000"/>
              </w:rPr>
              <w:t xml:space="preserve"> la veste d’Alice.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3E758" w14:textId="6105ACFF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 (ist)</w:t>
            </w:r>
          </w:p>
        </w:tc>
      </w:tr>
      <w:tr w:rsidR="00E56E68" w:rsidRPr="00E56E68" w14:paraId="52FA41C0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61577" w14:textId="45336DBC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Trouvé!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26160" w14:textId="0F0E0E55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Voilà la tête de Louis. </w:t>
            </w:r>
            <w:r>
              <w:rPr>
                <w:rFonts w:ascii="Calibri" w:hAnsi="Calibri" w:cs="Calibri"/>
                <w:b/>
                <w:bCs/>
                <w:color w:val="000000"/>
              </w:rPr>
              <w:t>Trouvé!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E9657" w14:textId="4207ED9D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Gefunden!</w:t>
            </w:r>
          </w:p>
        </w:tc>
      </w:tr>
      <w:tr w:rsidR="00E56E68" w:rsidRPr="00E56E68" w14:paraId="4372BC3E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AB0B" w14:textId="55A1FA30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non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9F48" w14:textId="294885C2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Trouvé, Léa. – Oh </w:t>
            </w:r>
            <w:r>
              <w:rPr>
                <w:rFonts w:ascii="Calibri" w:hAnsi="Calibri" w:cs="Calibri"/>
                <w:b/>
                <w:bCs/>
                <w:color w:val="000000"/>
              </w:rPr>
              <w:t>non</w:t>
            </w:r>
            <w:r>
              <w:rPr>
                <w:rFonts w:ascii="Calibri" w:hAnsi="Calibri" w:cs="Calibri"/>
                <w:color w:val="000000"/>
              </w:rPr>
              <w:t>!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C88A3" w14:textId="01708B70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nein</w:t>
            </w:r>
          </w:p>
        </w:tc>
      </w:tr>
      <w:tr w:rsidR="00E56E68" w:rsidRPr="00E56E68" w14:paraId="50E5898D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7BAB" w14:textId="1C0B8817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oui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27EA" w14:textId="5E4023C3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Oui</w:t>
            </w:r>
            <w:r>
              <w:rPr>
                <w:rFonts w:ascii="Calibri" w:hAnsi="Calibri" w:cs="Calibri"/>
                <w:color w:val="000000"/>
              </w:rPr>
              <w:t>, voilà la veste d’Alice.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6F8D9" w14:textId="76259D2C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ja</w:t>
            </w:r>
          </w:p>
        </w:tc>
      </w:tr>
      <w:tr w:rsidR="00E56E68" w:rsidRPr="00E56E68" w14:paraId="37BD9443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C8E0" w14:textId="14E37C56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Fini!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4F64C" w14:textId="5DA8EA32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Voilà le pied de Mathéo. </w:t>
            </w:r>
            <w:r>
              <w:rPr>
                <w:rFonts w:ascii="Calibri" w:hAnsi="Calibri" w:cs="Calibri"/>
                <w:b/>
                <w:bCs/>
                <w:color w:val="000000"/>
              </w:rPr>
              <w:t>Fini!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96892" w14:textId="5E2A3942" w:rsidR="00E56E68" w:rsidRPr="00406838" w:rsidRDefault="00E56E68" w:rsidP="00E56E6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Fertig!</w:t>
            </w:r>
          </w:p>
        </w:tc>
      </w:tr>
    </w:tbl>
    <w:p w14:paraId="55C58102" w14:textId="35B9FC07" w:rsidR="00A14AED" w:rsidRDefault="00A14AED" w:rsidP="00A14AED">
      <w:pPr>
        <w:spacing w:after="0" w:line="240" w:lineRule="auto"/>
        <w:rPr>
          <w:rFonts w:ascii="Arial" w:eastAsia="Times New Roman" w:hAnsi="Arial" w:cs="Arial"/>
          <w:b/>
          <w:color w:val="000000"/>
          <w:lang w:eastAsia="de-CH"/>
        </w:rPr>
      </w:pPr>
      <w:r>
        <w:rPr>
          <w:rFonts w:ascii="Arial" w:eastAsia="Times New Roman" w:hAnsi="Arial" w:cs="Arial"/>
          <w:b/>
          <w:color w:val="000000"/>
          <w:lang w:eastAsia="de-CH"/>
        </w:rPr>
        <w:br w:type="page"/>
      </w:r>
    </w:p>
    <w:tbl>
      <w:tblPr>
        <w:tblW w:w="93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3821"/>
        <w:gridCol w:w="2693"/>
      </w:tblGrid>
      <w:tr w:rsidR="009B0211" w:rsidRPr="00406838" w14:paraId="4D723A65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CD958" w14:textId="64ED3774" w:rsidR="009B0211" w:rsidRPr="009B0211" w:rsidRDefault="009B0211" w:rsidP="009B0211">
            <w:pPr>
              <w:rPr>
                <w:rFonts w:ascii="Calibri" w:hAnsi="Calibri" w:cs="Calibri"/>
                <w:b/>
                <w:color w:val="000000"/>
              </w:rPr>
            </w:pPr>
            <w:r w:rsidRPr="009B0211">
              <w:rPr>
                <w:rFonts w:ascii="Calibri" w:hAnsi="Calibri" w:cs="Calibri"/>
                <w:b/>
                <w:color w:val="000000"/>
              </w:rPr>
              <w:lastRenderedPageBreak/>
              <w:t>Unité 2, Fête des couleurs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AD6A3" w14:textId="7B7555B2" w:rsidR="009B0211" w:rsidRDefault="009B0211" w:rsidP="005B5ADA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Beispielsatz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92AF8" w14:textId="169E1BE8" w:rsidR="009B0211" w:rsidRDefault="009B0211" w:rsidP="005B5ADA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Deutsch</w:t>
            </w:r>
          </w:p>
        </w:tc>
      </w:tr>
      <w:tr w:rsidR="009B0211" w:rsidRPr="00406838" w14:paraId="756100FE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7076A" w14:textId="213C5AD1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fête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4355E" w14:textId="2374BB00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Voilà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la fête </w:t>
            </w:r>
            <w:r>
              <w:rPr>
                <w:rFonts w:ascii="Calibri" w:hAnsi="Calibri" w:cs="Calibri"/>
                <w:color w:val="000000"/>
              </w:rPr>
              <w:t>des couleurs.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0120A" w14:textId="5036B5E2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das Fest</w:t>
            </w:r>
          </w:p>
        </w:tc>
      </w:tr>
      <w:tr w:rsidR="009B0211" w:rsidRPr="00406838" w14:paraId="18B1E4F7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FF7C0" w14:textId="5DEC727F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 xml:space="preserve">la </w:t>
            </w:r>
            <w:r>
              <w:rPr>
                <w:rFonts w:ascii="Calibri" w:hAnsi="Calibri" w:cs="Calibri"/>
                <w:b/>
                <w:bCs/>
                <w:color w:val="000000"/>
              </w:rPr>
              <w:t>couleur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054BE" w14:textId="52F15258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Le bleu est ma </w:t>
            </w:r>
            <w:r>
              <w:rPr>
                <w:rFonts w:ascii="Calibri" w:hAnsi="Calibri" w:cs="Calibri"/>
                <w:b/>
                <w:bCs/>
                <w:color w:val="000000"/>
              </w:rPr>
              <w:t>couleur</w:t>
            </w:r>
            <w:r>
              <w:rPr>
                <w:rFonts w:ascii="Calibri" w:hAnsi="Calibri" w:cs="Calibri"/>
                <w:color w:val="000000"/>
              </w:rPr>
              <w:t xml:space="preserve"> préférée.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FEE9C" w14:textId="0EF0DC81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Farbe</w:t>
            </w:r>
          </w:p>
        </w:tc>
      </w:tr>
      <w:tr w:rsidR="009B0211" w:rsidRPr="00406838" w14:paraId="046914E4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988CE" w14:textId="4947EEDE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 xml:space="preserve">la </w:t>
            </w:r>
            <w:r>
              <w:rPr>
                <w:rFonts w:ascii="Calibri" w:hAnsi="Calibri" w:cs="Calibri"/>
                <w:b/>
                <w:bCs/>
                <w:color w:val="000000"/>
              </w:rPr>
              <w:t>femme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24611" w14:textId="67A3A8B7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La femme</w:t>
            </w:r>
            <w:r>
              <w:rPr>
                <w:rFonts w:ascii="Calibri" w:hAnsi="Calibri" w:cs="Calibri"/>
                <w:color w:val="000000"/>
              </w:rPr>
              <w:t xml:space="preserve"> porte une veste jaune.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6BE23" w14:textId="0C8C6E2B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Frau</w:t>
            </w:r>
          </w:p>
        </w:tc>
      </w:tr>
      <w:tr w:rsidR="009B0211" w:rsidRPr="00406838" w14:paraId="1724DC08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2FF1" w14:textId="026B1A80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t>l</w:t>
            </w:r>
            <w:r>
              <w:rPr>
                <w:rFonts w:ascii="Calibri" w:hAnsi="Calibri" w:cs="Calibri"/>
                <w:b/>
                <w:bCs/>
                <w:color w:val="000000"/>
              </w:rPr>
              <w:t>’homme (m)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0478" w14:textId="61E460C9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L’homme </w:t>
            </w:r>
            <w:r>
              <w:rPr>
                <w:rFonts w:ascii="Calibri" w:hAnsi="Calibri" w:cs="Calibri"/>
                <w:color w:val="000000"/>
              </w:rPr>
              <w:t>porte un pull rouge.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F5A38" w14:textId="1161F962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Mann</w:t>
            </w:r>
          </w:p>
        </w:tc>
      </w:tr>
      <w:tr w:rsidR="009B0211" w:rsidRPr="00406838" w14:paraId="707CFFCE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9CF88" w14:textId="76A8E077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 xml:space="preserve">la </w:t>
            </w:r>
            <w:r>
              <w:rPr>
                <w:rFonts w:ascii="Calibri" w:hAnsi="Calibri" w:cs="Calibri"/>
                <w:b/>
                <w:bCs/>
                <w:color w:val="000000"/>
              </w:rPr>
              <w:t>fille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B9031" w14:textId="47B83A74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La fille </w:t>
            </w:r>
            <w:r>
              <w:rPr>
                <w:rFonts w:ascii="Calibri" w:hAnsi="Calibri" w:cs="Calibri"/>
                <w:color w:val="000000"/>
              </w:rPr>
              <w:t>porte un t-shirt violet.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75DF9" w14:textId="01A74C7C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das Mädchen</w:t>
            </w:r>
          </w:p>
        </w:tc>
      </w:tr>
      <w:tr w:rsidR="009B0211" w:rsidRPr="00406838" w14:paraId="2CED6C42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86B0" w14:textId="0A2DEA72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garçon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1C35C" w14:textId="1E87D02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Le garçon</w:t>
            </w:r>
            <w:r>
              <w:rPr>
                <w:rFonts w:ascii="Calibri" w:hAnsi="Calibri" w:cs="Calibri"/>
                <w:color w:val="000000"/>
              </w:rPr>
              <w:t xml:space="preserve"> porte un short vert.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08DD1" w14:textId="5B48A0F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Junge</w:t>
            </w:r>
          </w:p>
        </w:tc>
      </w:tr>
      <w:tr w:rsidR="009B0211" w:rsidRPr="00406838" w14:paraId="43028F9D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EF7F2" w14:textId="0C535E6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et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BBD4" w14:textId="7558BE80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Qui? Les filles </w:t>
            </w:r>
            <w:r>
              <w:rPr>
                <w:rFonts w:ascii="Calibri" w:hAnsi="Calibri" w:cs="Calibri"/>
                <w:b/>
                <w:bCs/>
                <w:color w:val="000000"/>
              </w:rPr>
              <w:t>et</w:t>
            </w:r>
            <w:r>
              <w:rPr>
                <w:rFonts w:ascii="Calibri" w:hAnsi="Calibri" w:cs="Calibri"/>
                <w:color w:val="000000"/>
              </w:rPr>
              <w:t xml:space="preserve"> les garçons.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4A7B5" w14:textId="689119BA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und</w:t>
            </w:r>
          </w:p>
        </w:tc>
      </w:tr>
      <w:tr w:rsidR="009B0211" w:rsidRPr="00406838" w14:paraId="44CA4779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511A" w14:textId="1DA3A611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Qui?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2ED6" w14:textId="2A26AB7A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Qui </w:t>
            </w:r>
            <w:r>
              <w:rPr>
                <w:rFonts w:ascii="Calibri" w:hAnsi="Calibri" w:cs="Calibri"/>
                <w:color w:val="000000"/>
              </w:rPr>
              <w:t>fait la fête des couleurs?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179CB" w14:textId="288D1DDF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Wer?</w:t>
            </w:r>
          </w:p>
        </w:tc>
      </w:tr>
      <w:tr w:rsidR="009B0211" w:rsidRPr="00406838" w14:paraId="48D130A0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4C7EC" w14:textId="48BFB07B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Quoi?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6FD7" w14:textId="7CE2288F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Quoi?</w:t>
            </w:r>
            <w:r>
              <w:rPr>
                <w:rFonts w:ascii="Calibri" w:hAnsi="Calibri" w:cs="Calibri"/>
                <w:color w:val="000000"/>
              </w:rPr>
              <w:t xml:space="preserve"> Une fête?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D7368" w14:textId="0B3AF9E7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Was?</w:t>
            </w:r>
          </w:p>
        </w:tc>
      </w:tr>
      <w:tr w:rsidR="009B0211" w:rsidRPr="00406838" w14:paraId="393891FD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34DC8" w14:textId="7091C172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Quand?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BBB76" w14:textId="22B72AE7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Quand </w:t>
            </w:r>
            <w:r>
              <w:rPr>
                <w:rFonts w:ascii="Calibri" w:hAnsi="Calibri" w:cs="Calibri"/>
                <w:color w:val="000000"/>
              </w:rPr>
              <w:t>est la fête?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3747C" w14:textId="67F59664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Wann?</w:t>
            </w:r>
          </w:p>
        </w:tc>
      </w:tr>
      <w:tr w:rsidR="009B0211" w:rsidRPr="00406838" w14:paraId="60F37698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561B0" w14:textId="53975630" w:rsidR="009B0211" w:rsidRPr="00E56E68" w:rsidRDefault="009B0211" w:rsidP="009B0211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Où?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816A" w14:textId="6FD263CC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Où</w:t>
            </w:r>
            <w:r>
              <w:rPr>
                <w:rFonts w:ascii="Calibri" w:hAnsi="Calibri" w:cs="Calibri"/>
                <w:color w:val="000000"/>
              </w:rPr>
              <w:t xml:space="preserve"> est la fête?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EAF9A" w14:textId="754B8CAE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Wo?</w:t>
            </w:r>
          </w:p>
        </w:tc>
      </w:tr>
      <w:tr w:rsidR="009B0211" w:rsidRPr="00406838" w14:paraId="1021C77C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8247" w14:textId="6E60EDEA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 couleur préférée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CE90" w14:textId="179409D8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 couleur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</w:rPr>
              <w:t>préférée</w:t>
            </w:r>
            <w:r>
              <w:rPr>
                <w:rFonts w:ascii="Calibri" w:hAnsi="Calibri" w:cs="Calibri"/>
                <w:color w:val="000000"/>
              </w:rPr>
              <w:t xml:space="preserve"> est le rouge.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C2C06" w14:textId="254A633C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meine Lieblingsfarbe</w:t>
            </w:r>
          </w:p>
        </w:tc>
      </w:tr>
      <w:tr w:rsidR="009B0211" w:rsidRPr="00406838" w14:paraId="4FCB48FA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A9B3" w14:textId="31CDBE61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violet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12713" w14:textId="3D0D50F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La fille porte un pull </w:t>
            </w:r>
            <w:r>
              <w:rPr>
                <w:rFonts w:ascii="Calibri" w:hAnsi="Calibri" w:cs="Calibri"/>
                <w:b/>
                <w:bCs/>
                <w:color w:val="000000"/>
              </w:rPr>
              <w:t>violet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4BEDF" w14:textId="42E75F95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violett</w:t>
            </w:r>
          </w:p>
        </w:tc>
      </w:tr>
      <w:tr w:rsidR="009B0211" w:rsidRPr="00406838" w14:paraId="22F51874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B821A" w14:textId="414AA0C9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jaune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ECC5" w14:textId="670707B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Il porte un pantalon </w:t>
            </w:r>
            <w:r>
              <w:rPr>
                <w:rFonts w:ascii="Calibri" w:hAnsi="Calibri" w:cs="Calibri"/>
                <w:b/>
                <w:bCs/>
                <w:color w:val="000000"/>
              </w:rPr>
              <w:t>jaune.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A2CCA" w14:textId="13BF3F36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gelb</w:t>
            </w:r>
          </w:p>
        </w:tc>
      </w:tr>
      <w:tr w:rsidR="009B0211" w:rsidRPr="00406838" w14:paraId="2EC45695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7D02A" w14:textId="4368C86D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orange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9B3AD" w14:textId="25DDE560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Elle porte une jupe </w:t>
            </w:r>
            <w:r>
              <w:rPr>
                <w:rFonts w:ascii="Calibri" w:hAnsi="Calibri" w:cs="Calibri"/>
                <w:b/>
                <w:bCs/>
                <w:color w:val="000000"/>
              </w:rPr>
              <w:t>orange.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EB437" w14:textId="4CB55D4E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orange</w:t>
            </w:r>
          </w:p>
        </w:tc>
      </w:tr>
      <w:tr w:rsidR="009B0211" w:rsidRPr="00406838" w14:paraId="118CC4C2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A593D" w14:textId="64C95379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rouge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E3B1A" w14:textId="1A943681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Le garçon porte une veste </w:t>
            </w:r>
            <w:r>
              <w:rPr>
                <w:rFonts w:ascii="Calibri" w:hAnsi="Calibri" w:cs="Calibri"/>
                <w:b/>
                <w:bCs/>
                <w:color w:val="000000"/>
              </w:rPr>
              <w:t>rouge.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E01ED" w14:textId="42FBBBC5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rot</w:t>
            </w:r>
          </w:p>
        </w:tc>
      </w:tr>
      <w:tr w:rsidR="009B0211" w:rsidRPr="00406838" w14:paraId="4241E039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500EB" w14:textId="4E5F444A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bleu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12B4A" w14:textId="37CBAEEA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Sophie porte un pantalon </w:t>
            </w:r>
            <w:r>
              <w:rPr>
                <w:rFonts w:ascii="Calibri" w:hAnsi="Calibri" w:cs="Calibri"/>
                <w:b/>
                <w:bCs/>
                <w:color w:val="000000"/>
              </w:rPr>
              <w:t>bleu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66948" w14:textId="1C020D4B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blau</w:t>
            </w:r>
          </w:p>
        </w:tc>
      </w:tr>
      <w:tr w:rsidR="009B0211" w:rsidRPr="00406838" w14:paraId="3E0FAC24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C837" w14:textId="15C4B84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vert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DA31" w14:textId="36DD96CA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Il porte un t-shirt </w:t>
            </w:r>
            <w:r>
              <w:rPr>
                <w:rFonts w:ascii="Calibri" w:hAnsi="Calibri" w:cs="Calibri"/>
                <w:b/>
                <w:bCs/>
                <w:color w:val="000000"/>
              </w:rPr>
              <w:t>vert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37F84" w14:textId="6DEEA2EA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grün</w:t>
            </w:r>
          </w:p>
        </w:tc>
      </w:tr>
      <w:tr w:rsidR="009B0211" w:rsidRPr="00406838" w14:paraId="258CDD08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BBF7" w14:textId="76ECDB8C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noir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6D93B" w14:textId="77AF8377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La femme porte un pull </w:t>
            </w:r>
            <w:r>
              <w:rPr>
                <w:rFonts w:ascii="Calibri" w:hAnsi="Calibri" w:cs="Calibri"/>
                <w:b/>
                <w:bCs/>
                <w:color w:val="000000"/>
              </w:rPr>
              <w:t>noir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898DB" w14:textId="235364F1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schwarz</w:t>
            </w:r>
          </w:p>
        </w:tc>
      </w:tr>
      <w:tr w:rsidR="009B0211" w:rsidRPr="00406838" w14:paraId="74307C9B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3CB9" w14:textId="51543D01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blanc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3D40" w14:textId="27B525D5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L’homme porte un pull </w:t>
            </w:r>
            <w:r>
              <w:rPr>
                <w:rFonts w:ascii="Calibri" w:hAnsi="Calibri" w:cs="Calibri"/>
                <w:b/>
                <w:bCs/>
                <w:color w:val="000000"/>
              </w:rPr>
              <w:t>blanc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0BB5C" w14:textId="6B792761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weiss</w:t>
            </w:r>
          </w:p>
        </w:tc>
      </w:tr>
      <w:tr w:rsidR="009B0211" w:rsidRPr="00E56E68" w14:paraId="2B680BA7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2B64" w14:textId="21E8ADA0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70C0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pantalon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5027" w14:textId="7659907D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Paul porte </w:t>
            </w:r>
            <w:r>
              <w:rPr>
                <w:rFonts w:ascii="Calibri" w:hAnsi="Calibri" w:cs="Calibri"/>
                <w:b/>
                <w:bCs/>
                <w:color w:val="000000"/>
              </w:rPr>
              <w:t>un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pantalon </w:t>
            </w:r>
            <w:r>
              <w:rPr>
                <w:rFonts w:ascii="Calibri" w:hAnsi="Calibri" w:cs="Calibri"/>
                <w:color w:val="000000"/>
              </w:rPr>
              <w:t>noir.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9C430" w14:textId="6509028B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Hose</w:t>
            </w:r>
          </w:p>
        </w:tc>
      </w:tr>
      <w:tr w:rsidR="009B0211" w:rsidRPr="00E56E68" w14:paraId="5F61E36C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D192" w14:textId="34F62B9A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 xml:space="preserve">la </w:t>
            </w:r>
            <w:r>
              <w:rPr>
                <w:rFonts w:ascii="Calibri" w:hAnsi="Calibri" w:cs="Calibri"/>
                <w:b/>
                <w:bCs/>
                <w:color w:val="000000"/>
              </w:rPr>
              <w:t>jupe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A7F4" w14:textId="62F383B7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Emma porte </w:t>
            </w:r>
            <w:r>
              <w:rPr>
                <w:rFonts w:ascii="Calibri" w:hAnsi="Calibri" w:cs="Calibri"/>
                <w:b/>
                <w:bCs/>
                <w:color w:val="000000"/>
              </w:rPr>
              <w:t>une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</w:rPr>
              <w:t>jupe</w:t>
            </w:r>
            <w:r>
              <w:rPr>
                <w:rFonts w:ascii="Calibri" w:hAnsi="Calibri" w:cs="Calibri"/>
                <w:color w:val="000000"/>
              </w:rPr>
              <w:t xml:space="preserve"> rouge.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71448" w14:textId="3310FC57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Jupe</w:t>
            </w:r>
          </w:p>
        </w:tc>
      </w:tr>
      <w:tr w:rsidR="009B0211" w:rsidRPr="00E56E68" w14:paraId="36A6FD60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9B32" w14:textId="2DAD6EEC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70C0"/>
              </w:rPr>
              <w:t xml:space="preserve">le </w:t>
            </w:r>
            <w:r>
              <w:rPr>
                <w:rFonts w:ascii="Calibri" w:hAnsi="Calibri" w:cs="Calibri"/>
                <w:b/>
                <w:bCs/>
                <w:color w:val="000000"/>
              </w:rPr>
              <w:t>t-shirt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BBC2" w14:textId="71851AFD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Elle porte </w:t>
            </w:r>
            <w:r>
              <w:rPr>
                <w:rFonts w:ascii="Calibri" w:hAnsi="Calibri" w:cs="Calibri"/>
                <w:b/>
                <w:bCs/>
                <w:color w:val="000000"/>
              </w:rPr>
              <w:t>un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t-shirt </w:t>
            </w:r>
            <w:r>
              <w:rPr>
                <w:rFonts w:ascii="Calibri" w:hAnsi="Calibri" w:cs="Calibri"/>
                <w:color w:val="000000"/>
              </w:rPr>
              <w:t>blanc.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3DF37" w14:textId="1A695226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das T-Shirt</w:t>
            </w:r>
          </w:p>
        </w:tc>
      </w:tr>
      <w:tr w:rsidR="009B0211" w:rsidRPr="00E56E68" w14:paraId="40E11234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30EC9" w14:textId="5581478E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chemise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16B9" w14:textId="5BA304ED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Papa porte </w:t>
            </w:r>
            <w:r>
              <w:rPr>
                <w:rFonts w:ascii="Calibri" w:hAnsi="Calibri" w:cs="Calibri"/>
                <w:b/>
                <w:bCs/>
                <w:color w:val="000000"/>
              </w:rPr>
              <w:t>une chemise</w:t>
            </w:r>
            <w:r>
              <w:rPr>
                <w:rFonts w:ascii="Calibri" w:hAnsi="Calibri" w:cs="Calibri"/>
                <w:color w:val="000000"/>
              </w:rPr>
              <w:t xml:space="preserve"> orange.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3B203" w14:textId="1800D8FC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das Hemd</w:t>
            </w:r>
          </w:p>
        </w:tc>
      </w:tr>
      <w:tr w:rsidR="009B0211" w:rsidRPr="00E56E68" w14:paraId="2CC9E352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42B10" w14:textId="7390E9B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70C0"/>
              </w:rPr>
              <w:t xml:space="preserve">le </w:t>
            </w:r>
            <w:r>
              <w:rPr>
                <w:rFonts w:ascii="Calibri" w:hAnsi="Calibri" w:cs="Calibri"/>
                <w:b/>
                <w:bCs/>
                <w:color w:val="000000"/>
              </w:rPr>
              <w:t>short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B3F2" w14:textId="19627409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Il porte </w:t>
            </w:r>
            <w:r>
              <w:rPr>
                <w:rFonts w:ascii="Calibri" w:hAnsi="Calibri" w:cs="Calibri"/>
                <w:b/>
                <w:bCs/>
                <w:color w:val="000000"/>
              </w:rPr>
              <w:t>un short</w:t>
            </w:r>
            <w:r>
              <w:rPr>
                <w:rFonts w:ascii="Calibri" w:hAnsi="Calibri" w:cs="Calibri"/>
                <w:color w:val="000000"/>
              </w:rPr>
              <w:t xml:space="preserve"> vert.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8080E" w14:textId="710A486C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Shorts</w:t>
            </w:r>
          </w:p>
        </w:tc>
      </w:tr>
      <w:tr w:rsidR="009B0211" w:rsidRPr="00E56E68" w14:paraId="5AB39E83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27949" w14:textId="32893831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un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3BDB6" w14:textId="553D8B70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La fille porte </w:t>
            </w:r>
            <w:r>
              <w:rPr>
                <w:rFonts w:ascii="Calibri" w:hAnsi="Calibri" w:cs="Calibri"/>
                <w:b/>
                <w:bCs/>
                <w:color w:val="000000"/>
              </w:rPr>
              <w:t>un</w:t>
            </w:r>
            <w:r>
              <w:rPr>
                <w:rFonts w:ascii="Calibri" w:hAnsi="Calibri" w:cs="Calibri"/>
                <w:color w:val="000000"/>
              </w:rPr>
              <w:t xml:space="preserve"> pull.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C0F0" w14:textId="351B2726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ein</w:t>
            </w:r>
          </w:p>
        </w:tc>
      </w:tr>
      <w:tr w:rsidR="009B0211" w:rsidRPr="00E56E68" w14:paraId="61BEF4D5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4F3F0" w14:textId="6DB9A00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une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F0AB0" w14:textId="053C90AC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Le garçon porte </w:t>
            </w:r>
            <w:r>
              <w:rPr>
                <w:rFonts w:ascii="Calibri" w:hAnsi="Calibri" w:cs="Calibri"/>
                <w:b/>
                <w:bCs/>
                <w:color w:val="000000"/>
              </w:rPr>
              <w:t>une</w:t>
            </w:r>
            <w:r>
              <w:rPr>
                <w:rFonts w:ascii="Calibri" w:hAnsi="Calibri" w:cs="Calibri"/>
                <w:color w:val="000000"/>
              </w:rPr>
              <w:t xml:space="preserve"> veste.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9ED3D" w14:textId="7F86DA71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eine</w:t>
            </w:r>
          </w:p>
        </w:tc>
      </w:tr>
      <w:tr w:rsidR="009B0211" w:rsidRPr="00E56E68" w14:paraId="611A554E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67A4" w14:textId="73771796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il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BFDBB" w14:textId="3AD0BD1E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Il</w:t>
            </w:r>
            <w:r>
              <w:rPr>
                <w:rFonts w:ascii="Calibri" w:hAnsi="Calibri" w:cs="Calibri"/>
                <w:color w:val="000000"/>
              </w:rPr>
              <w:t xml:space="preserve"> s’appelle Lucas.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1D237" w14:textId="74F409D4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er</w:t>
            </w:r>
          </w:p>
        </w:tc>
      </w:tr>
      <w:tr w:rsidR="009B0211" w:rsidRPr="00E56E68" w14:paraId="048D2A86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77C8F" w14:textId="1929C7CF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elle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5104" w14:textId="72E30A6A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Elle</w:t>
            </w:r>
            <w:r>
              <w:rPr>
                <w:rFonts w:ascii="Calibri" w:hAnsi="Calibri" w:cs="Calibri"/>
                <w:color w:val="000000"/>
              </w:rPr>
              <w:t xml:space="preserve"> s’appelle Sophie.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AE2D7" w14:textId="0B1389E2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sie</w:t>
            </w:r>
          </w:p>
        </w:tc>
      </w:tr>
      <w:tr w:rsidR="009B0211" w:rsidRPr="00E56E68" w14:paraId="4D939155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170B" w14:textId="717CCABB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il porte, 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DBF5" w14:textId="5B7A528E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Elle porte</w:t>
            </w:r>
            <w:r>
              <w:rPr>
                <w:rFonts w:ascii="Calibri" w:hAnsi="Calibri" w:cs="Calibri"/>
                <w:color w:val="000000"/>
              </w:rPr>
              <w:t xml:space="preserve"> un pull blanc.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0337A" w14:textId="7EBDFDB4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er trägt, </w:t>
            </w:r>
          </w:p>
        </w:tc>
      </w:tr>
      <w:tr w:rsidR="009B0211" w:rsidRPr="00E56E68" w14:paraId="0BAD8850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474A2" w14:textId="59BAE6B6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elle porte</w:t>
            </w: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B375B" w14:textId="77777777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762FE" w14:textId="7231CBED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sie trägt</w:t>
            </w:r>
          </w:p>
        </w:tc>
      </w:tr>
      <w:tr w:rsidR="009B0211" w:rsidRPr="00E56E68" w14:paraId="79DECA7A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F20A" w14:textId="7B692DF1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 xml:space="preserve">il s’appelle, 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329E" w14:textId="0D1477A8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Elle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s’appelle </w:t>
            </w:r>
            <w:r>
              <w:rPr>
                <w:rFonts w:ascii="Calibri" w:hAnsi="Calibri" w:cs="Calibri"/>
                <w:color w:val="000000"/>
              </w:rPr>
              <w:t>Mia.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787B9" w14:textId="653F1A4E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er heisst, </w:t>
            </w:r>
          </w:p>
        </w:tc>
      </w:tr>
      <w:tr w:rsidR="009B0211" w:rsidRPr="00E56E68" w14:paraId="04B7D609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2EDBE" w14:textId="40E11DF8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elle s’appelle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820A" w14:textId="174781B2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4A8AD" w14:textId="2D4751E5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sie heisst</w:t>
            </w:r>
          </w:p>
        </w:tc>
      </w:tr>
    </w:tbl>
    <w:p w14:paraId="1EF3B5DB" w14:textId="77777777" w:rsidR="009B0211" w:rsidRDefault="009B0211" w:rsidP="00A862F1">
      <w:pPr>
        <w:spacing w:after="0" w:line="240" w:lineRule="auto"/>
        <w:rPr>
          <w:rFonts w:ascii="Arial" w:eastAsia="Times New Roman" w:hAnsi="Arial" w:cs="Arial"/>
          <w:b/>
          <w:color w:val="000000"/>
          <w:lang w:eastAsia="de-CH"/>
        </w:rPr>
      </w:pPr>
    </w:p>
    <w:p w14:paraId="039FBE4E" w14:textId="77777777" w:rsidR="009B0211" w:rsidRDefault="009B0211">
      <w:pPr>
        <w:rPr>
          <w:rFonts w:ascii="Arial" w:eastAsia="Times New Roman" w:hAnsi="Arial" w:cs="Arial"/>
          <w:b/>
          <w:color w:val="000000"/>
          <w:lang w:eastAsia="de-CH"/>
        </w:rPr>
      </w:pPr>
      <w:r>
        <w:rPr>
          <w:rFonts w:ascii="Arial" w:eastAsia="Times New Roman" w:hAnsi="Arial" w:cs="Arial"/>
          <w:b/>
          <w:color w:val="000000"/>
          <w:lang w:eastAsia="de-CH"/>
        </w:rPr>
        <w:br w:type="page"/>
      </w:r>
    </w:p>
    <w:tbl>
      <w:tblPr>
        <w:tblW w:w="93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3821"/>
        <w:gridCol w:w="2693"/>
      </w:tblGrid>
      <w:tr w:rsidR="009B0211" w:rsidRPr="00406838" w14:paraId="624B3396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02D9" w14:textId="0542655D" w:rsidR="009B0211" w:rsidRPr="00263ED0" w:rsidRDefault="009B0211" w:rsidP="009B0211">
            <w:pPr>
              <w:spacing w:after="0" w:line="360" w:lineRule="auto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lastRenderedPageBreak/>
              <w:t xml:space="preserve">Unité 3, </w:t>
            </w:r>
            <w:r w:rsidRPr="009B0211">
              <w:rPr>
                <w:rFonts w:cstheme="minorHAnsi"/>
                <w:b/>
                <w:color w:val="000000"/>
              </w:rPr>
              <w:t>Battez les cartes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A0F4E" w14:textId="5F375083" w:rsidR="009B0211" w:rsidRDefault="009B0211" w:rsidP="005B5ADA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Beispielsatz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A0052" w14:textId="6818A67A" w:rsidR="009B0211" w:rsidRDefault="009B0211" w:rsidP="005B5ADA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Deutsch</w:t>
            </w:r>
          </w:p>
        </w:tc>
      </w:tr>
      <w:tr w:rsidR="009B0211" w:rsidRPr="00406838" w14:paraId="7B7B1D8C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ED9C" w14:textId="541B21BA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famille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7DFE" w14:textId="2FE9C22D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C’est </w:t>
            </w:r>
            <w:r>
              <w:rPr>
                <w:rFonts w:ascii="Calibri" w:hAnsi="Calibri" w:cs="Calibri"/>
                <w:b/>
                <w:bCs/>
                <w:color w:val="000000"/>
              </w:rPr>
              <w:t>la famille</w:t>
            </w:r>
            <w:r>
              <w:rPr>
                <w:rFonts w:ascii="Calibri" w:hAnsi="Calibri" w:cs="Calibri"/>
                <w:color w:val="000000"/>
              </w:rPr>
              <w:t xml:space="preserve"> Duval.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C7116" w14:textId="35CAF78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Familie</w:t>
            </w:r>
          </w:p>
        </w:tc>
      </w:tr>
      <w:tr w:rsidR="009B0211" w:rsidRPr="00406838" w14:paraId="409A68BB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8BC8" w14:textId="46863B26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 xml:space="preserve">la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mère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43E4F" w14:textId="2698037D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C’est </w:t>
            </w:r>
            <w:r>
              <w:rPr>
                <w:rFonts w:ascii="Calibri" w:hAnsi="Calibri" w:cs="Calibri"/>
                <w:b/>
                <w:bCs/>
                <w:color w:val="000000"/>
              </w:rPr>
              <w:t>la mère</w:t>
            </w:r>
            <w:r>
              <w:rPr>
                <w:rFonts w:ascii="Calibri" w:hAnsi="Calibri" w:cs="Calibri"/>
                <w:color w:val="000000"/>
              </w:rPr>
              <w:t xml:space="preserve"> de la famille Renard.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767EB" w14:textId="30CA8E5B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Mutter</w:t>
            </w:r>
          </w:p>
        </w:tc>
      </w:tr>
      <w:tr w:rsidR="009B0211" w:rsidRPr="00406838" w14:paraId="7CD594B6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96E9" w14:textId="65C3F885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FF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père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65B3" w14:textId="2A2200C0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Le père</w:t>
            </w:r>
            <w:r>
              <w:rPr>
                <w:rFonts w:ascii="Calibri" w:hAnsi="Calibri" w:cs="Calibri"/>
                <w:color w:val="000000"/>
              </w:rPr>
              <w:t xml:space="preserve"> s’appelle Roger.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C6402" w14:textId="758397F2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Vater</w:t>
            </w:r>
          </w:p>
        </w:tc>
      </w:tr>
      <w:tr w:rsidR="009B0211" w:rsidRPr="00406838" w14:paraId="1919BBC0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1137" w14:textId="546902B8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 xml:space="preserve">la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grand-mère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31A4" w14:textId="5B9A2495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La grand-mère</w:t>
            </w:r>
            <w:r>
              <w:rPr>
                <w:rFonts w:ascii="Calibri" w:hAnsi="Calibri" w:cs="Calibri"/>
                <w:color w:val="000000"/>
              </w:rPr>
              <w:t xml:space="preserve"> s’appelle Iris.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91F11" w14:textId="437A5CDE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Grossmutter</w:t>
            </w:r>
          </w:p>
        </w:tc>
      </w:tr>
      <w:tr w:rsidR="009B0211" w:rsidRPr="00406838" w14:paraId="6CDA3936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6FCC" w14:textId="48498A56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FF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grand-père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9DAE" w14:textId="484CEF57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Comment s’appelle </w:t>
            </w:r>
            <w:r>
              <w:rPr>
                <w:rFonts w:ascii="Calibri" w:hAnsi="Calibri" w:cs="Calibri"/>
                <w:b/>
                <w:bCs/>
                <w:color w:val="000000"/>
              </w:rPr>
              <w:t>le grand-père</w:t>
            </w:r>
            <w:r>
              <w:rPr>
                <w:rFonts w:ascii="Calibri" w:hAnsi="Calibri" w:cs="Calibri"/>
                <w:color w:val="000000"/>
              </w:rPr>
              <w:t>?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AFB5F" w14:textId="4A86BE3D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Grossvater</w:t>
            </w:r>
          </w:p>
        </w:tc>
      </w:tr>
      <w:tr w:rsidR="009B0211" w:rsidRPr="00406838" w14:paraId="66E5D965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B452" w14:textId="5ED6085C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fille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7041" w14:textId="540BA3B0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Lilou est </w:t>
            </w:r>
            <w:r>
              <w:rPr>
                <w:rFonts w:ascii="Calibri" w:hAnsi="Calibri" w:cs="Calibri"/>
                <w:b/>
                <w:bCs/>
                <w:color w:val="000000"/>
              </w:rPr>
              <w:t>la fille</w:t>
            </w:r>
            <w:r>
              <w:rPr>
                <w:rFonts w:ascii="Calibri" w:hAnsi="Calibri" w:cs="Calibri"/>
                <w:color w:val="000000"/>
              </w:rPr>
              <w:t xml:space="preserve"> de la famille Renard.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22582" w14:textId="5D9370DA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Tochter, das Mädchen</w:t>
            </w:r>
          </w:p>
        </w:tc>
      </w:tr>
      <w:tr w:rsidR="009B0211" w:rsidRPr="00406838" w14:paraId="2554E6C8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EA7C" w14:textId="7C5D33D5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FF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fils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5504" w14:textId="1E9A6E0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René est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le fils </w:t>
            </w:r>
            <w:r>
              <w:rPr>
                <w:rFonts w:ascii="Calibri" w:hAnsi="Calibri" w:cs="Calibri"/>
                <w:color w:val="000000"/>
              </w:rPr>
              <w:t>de la famille Renard.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3363F" w14:textId="257B37D7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Sohn</w:t>
            </w:r>
          </w:p>
        </w:tc>
      </w:tr>
      <w:tr w:rsidR="009B0211" w:rsidRPr="00406838" w14:paraId="70B77334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6539C" w14:textId="031A0947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FF"/>
              </w:rPr>
              <w:t>l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’oncle </w:t>
            </w:r>
            <w:r>
              <w:rPr>
                <w:rFonts w:ascii="Calibri" w:hAnsi="Calibri" w:cs="Calibri"/>
                <w:color w:val="000000"/>
              </w:rPr>
              <w:t>(m)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2500D" w14:textId="18E297ED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Mon oncle</w:t>
            </w:r>
            <w:r>
              <w:rPr>
                <w:rFonts w:ascii="Calibri" w:hAnsi="Calibri" w:cs="Calibri"/>
                <w:color w:val="000000"/>
              </w:rPr>
              <w:t>, c’est le frère de ma mère.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5EE65" w14:textId="47EB1C3E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Onkel</w:t>
            </w:r>
          </w:p>
        </w:tc>
      </w:tr>
      <w:tr w:rsidR="009B0211" w:rsidRPr="00406838" w14:paraId="741B83F0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B7BEA" w14:textId="21A74965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tante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9ABF" w14:textId="6A5338DB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 tante</w:t>
            </w:r>
            <w:r>
              <w:rPr>
                <w:rFonts w:ascii="Calibri" w:hAnsi="Calibri" w:cs="Calibri"/>
                <w:color w:val="000000"/>
              </w:rPr>
              <w:t>, c’est la sœur de mon père.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669F4" w14:textId="7F55D70F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Tante</w:t>
            </w:r>
          </w:p>
        </w:tc>
      </w:tr>
      <w:tr w:rsidR="009B0211" w:rsidRPr="00406838" w14:paraId="39AD6071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18745" w14:textId="1B285290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FF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cousin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F5048" w14:textId="74F41861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Pierre est </w:t>
            </w:r>
            <w:r>
              <w:rPr>
                <w:rFonts w:ascii="Calibri" w:hAnsi="Calibri" w:cs="Calibri"/>
                <w:b/>
                <w:bCs/>
                <w:color w:val="000000"/>
              </w:rPr>
              <w:t>mon cousin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7E1C7" w14:textId="535838AC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Cousin</w:t>
            </w:r>
          </w:p>
        </w:tc>
      </w:tr>
      <w:tr w:rsidR="009B0211" w:rsidRPr="00406838" w14:paraId="60923AA7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99E06" w14:textId="52AFC423" w:rsidR="009B0211" w:rsidRPr="00E56E68" w:rsidRDefault="009B0211" w:rsidP="009B0211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cousine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03741" w14:textId="3C044A28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Claudia est </w:t>
            </w:r>
            <w:r>
              <w:rPr>
                <w:rFonts w:ascii="Calibri" w:hAnsi="Calibri" w:cs="Calibri"/>
                <w:b/>
                <w:bCs/>
                <w:color w:val="000000"/>
              </w:rPr>
              <w:t>ma cousine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481BF" w14:textId="0B9DB966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Cousine</w:t>
            </w:r>
          </w:p>
        </w:tc>
      </w:tr>
      <w:tr w:rsidR="009B0211" w:rsidRPr="00406838" w14:paraId="25887243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0F055" w14:textId="3CDE41DE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FF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frère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DAA7" w14:textId="3591A3E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Mon frère</w:t>
            </w:r>
            <w:r>
              <w:rPr>
                <w:rFonts w:ascii="Calibri" w:hAnsi="Calibri" w:cs="Calibri"/>
                <w:color w:val="000000"/>
              </w:rPr>
              <w:t xml:space="preserve"> s’appelle Philippe.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0F01E" w14:textId="2F4904D2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Bruder</w:t>
            </w:r>
          </w:p>
        </w:tc>
      </w:tr>
      <w:tr w:rsidR="009B0211" w:rsidRPr="00406838" w14:paraId="1D76792C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43320" w14:textId="1F4ABF76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sœur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5B13" w14:textId="119FDD2C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Ma sœur </w:t>
            </w:r>
            <w:r>
              <w:rPr>
                <w:rFonts w:ascii="Calibri" w:hAnsi="Calibri" w:cs="Calibri"/>
                <w:color w:val="000000"/>
              </w:rPr>
              <w:t>s’appelle Catherine.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49289" w14:textId="3CF4A984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Schwester</w:t>
            </w:r>
          </w:p>
        </w:tc>
      </w:tr>
      <w:tr w:rsidR="009B0211" w:rsidRPr="00406838" w14:paraId="648632D8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59EF" w14:textId="11180034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elle fait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E1492" w14:textId="60CC76CC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Ma famille </w:t>
            </w:r>
            <w:r>
              <w:rPr>
                <w:rFonts w:ascii="Calibri" w:hAnsi="Calibri" w:cs="Calibri"/>
                <w:b/>
                <w:bCs/>
                <w:color w:val="000000"/>
              </w:rPr>
              <w:t>fait</w:t>
            </w:r>
            <w:r>
              <w:rPr>
                <w:rFonts w:ascii="Calibri" w:hAnsi="Calibri" w:cs="Calibri"/>
                <w:color w:val="000000"/>
              </w:rPr>
              <w:t xml:space="preserve"> la fête.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7EA59" w14:textId="1EF65AE2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sie macht</w:t>
            </w:r>
          </w:p>
        </w:tc>
      </w:tr>
      <w:tr w:rsidR="009B0211" w:rsidRPr="00406838" w14:paraId="673A8AF1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9727F" w14:textId="6C0963B8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il fait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A2671" w14:textId="3F437EF5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Il fait</w:t>
            </w:r>
            <w:r>
              <w:rPr>
                <w:rFonts w:ascii="Calibri" w:hAnsi="Calibri" w:cs="Calibri"/>
                <w:color w:val="000000"/>
              </w:rPr>
              <w:t xml:space="preserve"> la fête.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16849" w14:textId="1B6A5340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er macht</w:t>
            </w:r>
          </w:p>
        </w:tc>
      </w:tr>
      <w:tr w:rsidR="009B0211" w:rsidRPr="00406838" w14:paraId="72BAD26B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1D66" w14:textId="5C51CEC6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FF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gâteau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AC1D" w14:textId="497663B6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Elle aime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le gâteau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4E179" w14:textId="5DDC1887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Kuchen</w:t>
            </w:r>
          </w:p>
        </w:tc>
      </w:tr>
      <w:tr w:rsidR="009B0211" w:rsidRPr="00406838" w14:paraId="657EF997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4F8E" w14:textId="5FA5E3F5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beau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B7A6" w14:textId="7A2723F0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C’est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beau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95CEE" w14:textId="4A9AAAA5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schön</w:t>
            </w:r>
          </w:p>
        </w:tc>
      </w:tr>
      <w:tr w:rsidR="009B0211" w:rsidRPr="00406838" w14:paraId="2DADCA51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9FB9B" w14:textId="2A914A8B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je dis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65CC5" w14:textId="22E57EBB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Je dis </w:t>
            </w:r>
            <w:r>
              <w:rPr>
                <w:rFonts w:ascii="Calibri" w:hAnsi="Calibri" w:cs="Calibri"/>
                <w:color w:val="000000"/>
              </w:rPr>
              <w:t>bravo.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1EE3F" w14:textId="593B834E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sage</w:t>
            </w:r>
          </w:p>
        </w:tc>
      </w:tr>
      <w:tr w:rsidR="009B0211" w:rsidRPr="00406838" w14:paraId="08680BA8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60AF" w14:textId="5B292A17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comment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22EC" w14:textId="55409DA1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Comment</w:t>
            </w:r>
            <w:r>
              <w:rPr>
                <w:rFonts w:ascii="Calibri" w:hAnsi="Calibri" w:cs="Calibri"/>
                <w:color w:val="000000"/>
              </w:rPr>
              <w:t xml:space="preserve"> s’appelle la mère?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96943" w14:textId="2AEC0B32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wie</w:t>
            </w:r>
          </w:p>
        </w:tc>
      </w:tr>
      <w:tr w:rsidR="009B0211" w:rsidRPr="00406838" w14:paraId="4071126E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D71E" w14:textId="3C76519C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FF"/>
              </w:rPr>
              <w:t xml:space="preserve">le </w:t>
            </w:r>
            <w:r>
              <w:rPr>
                <w:rFonts w:ascii="Calibri" w:hAnsi="Calibri" w:cs="Calibri"/>
                <w:b/>
                <w:bCs/>
                <w:color w:val="000000"/>
              </w:rPr>
              <w:t>jeu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5E62" w14:textId="22259C59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Voilà une carte pour </w:t>
            </w:r>
            <w:r>
              <w:rPr>
                <w:rFonts w:ascii="Calibri" w:hAnsi="Calibri" w:cs="Calibri"/>
                <w:b/>
                <w:bCs/>
                <w:color w:val="000000"/>
              </w:rPr>
              <w:t>mon jeu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1B030" w14:textId="17EBD189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das Spiel</w:t>
            </w:r>
          </w:p>
        </w:tc>
      </w:tr>
      <w:tr w:rsidR="009B0211" w:rsidRPr="00E56E68" w14:paraId="662EF9AE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DC81" w14:textId="5E5F12BF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je suis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12D6" w14:textId="005F2360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Je suis</w:t>
            </w:r>
            <w:r>
              <w:rPr>
                <w:rFonts w:ascii="Calibri" w:hAnsi="Calibri" w:cs="Calibri"/>
                <w:color w:val="000000"/>
              </w:rPr>
              <w:t xml:space="preserve"> la fille de la famille Duval.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36AA4" w14:textId="5CDCC24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bin</w:t>
            </w:r>
          </w:p>
        </w:tc>
      </w:tr>
      <w:tr w:rsidR="009B0211" w:rsidRPr="00E56E68" w14:paraId="25ED13AF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BD4" w14:textId="1C155A8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c’est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31E7" w14:textId="7A3E111A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C’est</w:t>
            </w:r>
            <w:r>
              <w:rPr>
                <w:rFonts w:ascii="Calibri" w:hAnsi="Calibri" w:cs="Calibri"/>
                <w:color w:val="000000"/>
              </w:rPr>
              <w:t xml:space="preserve"> la mère de Léo.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B6C79" w14:textId="3A231785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es ist; das ist</w:t>
            </w:r>
          </w:p>
        </w:tc>
      </w:tr>
      <w:tr w:rsidR="009B0211" w:rsidRPr="00E56E68" w14:paraId="0D1C7064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8DD1F" w14:textId="6F4A1391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798BF" w14:textId="07DDA21B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Thérèse, c’est </w:t>
            </w:r>
            <w:r>
              <w:rPr>
                <w:rFonts w:ascii="Calibri" w:hAnsi="Calibri" w:cs="Calibri"/>
                <w:b/>
                <w:bCs/>
                <w:color w:val="000000"/>
              </w:rPr>
              <w:t>ma</w:t>
            </w:r>
            <w:r>
              <w:rPr>
                <w:rFonts w:ascii="Calibri" w:hAnsi="Calibri" w:cs="Calibri"/>
                <w:color w:val="000000"/>
              </w:rPr>
              <w:t xml:space="preserve"> mère.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BB0DA" w14:textId="5CA0A62C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meine</w:t>
            </w:r>
          </w:p>
        </w:tc>
      </w:tr>
      <w:tr w:rsidR="009B0211" w:rsidRPr="00E56E68" w14:paraId="2A525152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73F6" w14:textId="1A13C0F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mon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70B7" w14:textId="02DDF16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Antoine, c’est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mon </w:t>
            </w:r>
            <w:r>
              <w:rPr>
                <w:rFonts w:ascii="Calibri" w:hAnsi="Calibri" w:cs="Calibri"/>
                <w:color w:val="000000"/>
              </w:rPr>
              <w:t>père.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A2034" w14:textId="178224E8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mein</w:t>
            </w:r>
          </w:p>
        </w:tc>
      </w:tr>
      <w:tr w:rsidR="009B0211" w:rsidRPr="00E56E68" w14:paraId="1D92FE5C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675E1" w14:textId="76CE85C3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 xml:space="preserve">la </w:t>
            </w:r>
            <w:r>
              <w:rPr>
                <w:rFonts w:ascii="Calibri" w:hAnsi="Calibri" w:cs="Calibri"/>
                <w:b/>
                <w:bCs/>
                <w:color w:val="000000"/>
              </w:rPr>
              <w:t>carte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51055" w14:textId="6BEE847F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Voilà </w:t>
            </w:r>
            <w:r>
              <w:rPr>
                <w:rFonts w:ascii="Calibri" w:hAnsi="Calibri" w:cs="Calibri"/>
                <w:b/>
                <w:bCs/>
                <w:color w:val="000000"/>
              </w:rPr>
              <w:t>la carte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04D52" w14:textId="385DE350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Karte, die Spielkarte</w:t>
            </w:r>
          </w:p>
        </w:tc>
      </w:tr>
      <w:tr w:rsidR="009B0211" w:rsidRPr="00E56E68" w14:paraId="7CBF9410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D269" w14:textId="799A4D8A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je voudrais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C875" w14:textId="2F9D8D09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Dans la famille Morel, </w:t>
            </w:r>
            <w:r>
              <w:rPr>
                <w:rFonts w:ascii="Calibri" w:hAnsi="Calibri" w:cs="Calibri"/>
                <w:b/>
                <w:bCs/>
                <w:color w:val="000000"/>
              </w:rPr>
              <w:t>je voudrais</w:t>
            </w:r>
            <w:r>
              <w:rPr>
                <w:rFonts w:ascii="Calibri" w:hAnsi="Calibri" w:cs="Calibri"/>
                <w:color w:val="000000"/>
              </w:rPr>
              <w:t xml:space="preserve"> la fille.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F00D4" w14:textId="4A386D4F" w:rsidR="009B0211" w:rsidRPr="00406838" w:rsidRDefault="009B0211" w:rsidP="009B0211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hätte gerne</w:t>
            </w:r>
          </w:p>
        </w:tc>
      </w:tr>
      <w:tr w:rsidR="00130462" w:rsidRPr="00E56E68" w14:paraId="04A2CB24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01BDA" w14:textId="582F758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dommage 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65B9" w14:textId="2FBBDB29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C’est </w:t>
            </w:r>
            <w:r>
              <w:rPr>
                <w:rFonts w:ascii="Calibri" w:hAnsi="Calibri" w:cs="Calibri"/>
                <w:b/>
                <w:bCs/>
                <w:color w:val="000000"/>
              </w:rPr>
              <w:t>dommage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0106B" w14:textId="54D3930D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schade</w:t>
            </w:r>
          </w:p>
        </w:tc>
      </w:tr>
      <w:tr w:rsidR="00130462" w:rsidRPr="00E56E68" w14:paraId="11A49173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D7A0" w14:textId="53BD4DC9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Je suis désolé. </w:t>
            </w: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1420" w14:textId="205DFFB9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Je voudrais l’oncle. – Non, </w:t>
            </w:r>
            <w:r>
              <w:rPr>
                <w:rFonts w:ascii="Calibri" w:hAnsi="Calibri" w:cs="Calibri"/>
                <w:b/>
                <w:bCs/>
                <w:color w:val="000000"/>
              </w:rPr>
              <w:t>je suis désolé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90B56" w14:textId="51281EAB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Es tut mir leid.</w:t>
            </w:r>
          </w:p>
        </w:tc>
      </w:tr>
      <w:tr w:rsidR="00130462" w:rsidRPr="00E56E68" w14:paraId="191F9DF6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CACE2" w14:textId="0B2D646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C’est à qui? 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5E92" w14:textId="6770CA68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C’est à qui?</w:t>
            </w:r>
            <w:r>
              <w:rPr>
                <w:rFonts w:ascii="Calibri" w:hAnsi="Calibri" w:cs="Calibri"/>
                <w:color w:val="000000"/>
              </w:rPr>
              <w:t xml:space="preserve"> – C’est à moi.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60CA4" w14:textId="6D11EA9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Wer ist dran?</w:t>
            </w:r>
          </w:p>
        </w:tc>
      </w:tr>
      <w:tr w:rsidR="00130462" w:rsidRPr="00E56E68" w14:paraId="53CCB9E8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AA8D" w14:textId="6360C75E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C’est à moi. 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AC84E" w14:textId="12CD436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C’est à moi.</w:t>
            </w:r>
            <w:r>
              <w:rPr>
                <w:rFonts w:ascii="Calibri" w:hAnsi="Calibri" w:cs="Calibri"/>
                <w:color w:val="000000"/>
              </w:rPr>
              <w:t xml:space="preserve"> Dans la famille Duval, je voudrais l’oncle.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30D29" w14:textId="679EBF18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bin dran.</w:t>
            </w:r>
          </w:p>
        </w:tc>
      </w:tr>
      <w:tr w:rsidR="00130462" w:rsidRPr="00E56E68" w14:paraId="1E2118A0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D537" w14:textId="5015FA46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J’ai gagné. 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49A51" w14:textId="762F2140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Voilà la famille Renard. </w:t>
            </w:r>
            <w:r>
              <w:rPr>
                <w:rFonts w:ascii="Calibri" w:hAnsi="Calibri" w:cs="Calibri"/>
                <w:b/>
                <w:bCs/>
                <w:color w:val="000000"/>
              </w:rPr>
              <w:t>J’ai gagné!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0C84E" w14:textId="091B7B94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habe gewonnen.</w:t>
            </w:r>
          </w:p>
        </w:tc>
      </w:tr>
      <w:tr w:rsidR="00130462" w:rsidRPr="00E56E68" w14:paraId="547F7FAF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A861E" w14:textId="6BA1CD26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Quelle chance!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1E7D" w14:textId="394815F4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Quelle chance!</w:t>
            </w:r>
            <w:r>
              <w:rPr>
                <w:rFonts w:ascii="Calibri" w:hAnsi="Calibri" w:cs="Calibri"/>
                <w:color w:val="000000"/>
              </w:rPr>
              <w:t xml:space="preserve"> J’ai gagné.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68955" w14:textId="1D7F01E4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Was für ein Glück!</w:t>
            </w:r>
          </w:p>
        </w:tc>
      </w:tr>
    </w:tbl>
    <w:p w14:paraId="64E6A991" w14:textId="77777777" w:rsidR="00130462" w:rsidRDefault="00130462" w:rsidP="00A862F1">
      <w:pPr>
        <w:spacing w:after="0" w:line="240" w:lineRule="auto"/>
        <w:rPr>
          <w:rFonts w:ascii="Arial" w:eastAsia="Times New Roman" w:hAnsi="Arial" w:cs="Arial"/>
          <w:b/>
          <w:color w:val="000000"/>
          <w:lang w:eastAsia="de-CH"/>
        </w:rPr>
      </w:pPr>
    </w:p>
    <w:p w14:paraId="35E69357" w14:textId="77777777" w:rsidR="00130462" w:rsidRDefault="00130462">
      <w:pPr>
        <w:rPr>
          <w:rFonts w:ascii="Arial" w:eastAsia="Times New Roman" w:hAnsi="Arial" w:cs="Arial"/>
          <w:b/>
          <w:color w:val="000000"/>
          <w:lang w:eastAsia="de-CH"/>
        </w:rPr>
      </w:pPr>
      <w:r>
        <w:rPr>
          <w:rFonts w:ascii="Arial" w:eastAsia="Times New Roman" w:hAnsi="Arial" w:cs="Arial"/>
          <w:b/>
          <w:color w:val="000000"/>
          <w:lang w:eastAsia="de-CH"/>
        </w:rPr>
        <w:br w:type="page"/>
      </w:r>
    </w:p>
    <w:tbl>
      <w:tblPr>
        <w:tblW w:w="93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3821"/>
        <w:gridCol w:w="2693"/>
      </w:tblGrid>
      <w:tr w:rsidR="00130462" w:rsidRPr="00406838" w14:paraId="452A8F3E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34575" w14:textId="77777777" w:rsidR="006E6EA3" w:rsidRDefault="00130462" w:rsidP="005B5ADA">
            <w:pPr>
              <w:spacing w:after="0" w:line="360" w:lineRule="auto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lastRenderedPageBreak/>
              <w:t xml:space="preserve">Unité 4, </w:t>
            </w:r>
          </w:p>
          <w:p w14:paraId="69AF3072" w14:textId="7DDAC68F" w:rsidR="00130462" w:rsidRPr="00263ED0" w:rsidRDefault="00130462" w:rsidP="005B5ADA">
            <w:pPr>
              <w:spacing w:after="0" w:line="360" w:lineRule="auto"/>
              <w:jc w:val="both"/>
              <w:rPr>
                <w:rFonts w:cstheme="minorHAnsi"/>
                <w:b/>
                <w:color w:val="000000"/>
              </w:rPr>
            </w:pPr>
            <w:r w:rsidRPr="00130462">
              <w:rPr>
                <w:rFonts w:cstheme="minorHAnsi"/>
                <w:b/>
                <w:color w:val="000000"/>
              </w:rPr>
              <w:t>Châteaux et chevaliers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63D4" w14:textId="77777777" w:rsidR="00130462" w:rsidRDefault="00130462" w:rsidP="005B5ADA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Beispielsatz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C6A66" w14:textId="77777777" w:rsidR="00130462" w:rsidRDefault="00130462" w:rsidP="005B5ADA">
            <w:pPr>
              <w:spacing w:after="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Deutsch</w:t>
            </w:r>
          </w:p>
        </w:tc>
      </w:tr>
      <w:tr w:rsidR="00130462" w:rsidRPr="00406838" w14:paraId="3D6F3B16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07BE" w14:textId="18E92E5B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chien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C776" w14:textId="44A4130E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Maintenant, la mère joue avec </w:t>
            </w:r>
            <w:r>
              <w:rPr>
                <w:rFonts w:ascii="Calibri" w:hAnsi="Calibri" w:cs="Calibri"/>
                <w:b/>
                <w:bCs/>
                <w:color w:val="000000"/>
              </w:rPr>
              <w:t>le chien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7BFA1" w14:textId="657BCA30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Hund</w:t>
            </w:r>
          </w:p>
        </w:tc>
      </w:tr>
      <w:tr w:rsidR="00130462" w:rsidRPr="00406838" w14:paraId="762BD4A4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8C49" w14:textId="49290046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maison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4CFCC" w14:textId="3706C3EB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Le château est </w:t>
            </w:r>
            <w:r>
              <w:rPr>
                <w:rFonts w:ascii="Calibri" w:hAnsi="Calibri" w:cs="Calibri"/>
                <w:b/>
                <w:bCs/>
                <w:color w:val="000000"/>
              </w:rPr>
              <w:t>une maison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48195" w14:textId="1996DAA7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das Haus</w:t>
            </w:r>
          </w:p>
        </w:tc>
      </w:tr>
      <w:tr w:rsidR="00130462" w:rsidRPr="00406838" w14:paraId="66A21914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9B88" w14:textId="4B4EE8B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à</w:t>
            </w:r>
            <w:r>
              <w:rPr>
                <w:rFonts w:ascii="Calibri" w:hAnsi="Calibri" w:cs="Calibri"/>
                <w:b/>
                <w:bCs/>
                <w:color w:val="FF0000"/>
              </w:rPr>
              <w:t xml:space="preserve"> la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maison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75DD" w14:textId="2D41DF10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Le père de Lionel est </w:t>
            </w:r>
            <w:r>
              <w:rPr>
                <w:rFonts w:ascii="Calibri" w:hAnsi="Calibri" w:cs="Calibri"/>
                <w:b/>
                <w:bCs/>
                <w:color w:val="000000"/>
              </w:rPr>
              <w:t>à la maison.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687BC" w14:textId="53173FF4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zuhause</w:t>
            </w:r>
          </w:p>
        </w:tc>
      </w:tr>
      <w:tr w:rsidR="00130462" w:rsidRPr="00406838" w14:paraId="5C056E41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8EFAD" w14:textId="3DFD56FF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t xml:space="preserve">le </w:t>
            </w:r>
            <w:r>
              <w:rPr>
                <w:rFonts w:ascii="Calibri" w:hAnsi="Calibri" w:cs="Calibri"/>
                <w:b/>
                <w:bCs/>
                <w:color w:val="000000"/>
              </w:rPr>
              <w:t>chemin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FB0C4" w14:textId="3AFF48EF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Lionel est sur </w:t>
            </w:r>
            <w:r>
              <w:rPr>
                <w:rFonts w:ascii="Calibri" w:hAnsi="Calibri" w:cs="Calibri"/>
                <w:b/>
                <w:bCs/>
                <w:color w:val="000000"/>
              </w:rPr>
              <w:t>le chemin.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D1EDB" w14:textId="6E9DB98F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Weg</w:t>
            </w:r>
          </w:p>
        </w:tc>
      </w:tr>
      <w:tr w:rsidR="00130462" w:rsidRPr="00406838" w14:paraId="49757CE9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A461" w14:textId="33E4A0C1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tour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053E" w14:textId="64F7E50D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Voilà le château avec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la tour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3D380" w14:textId="151B14DE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Turm</w:t>
            </w:r>
          </w:p>
        </w:tc>
      </w:tr>
      <w:tr w:rsidR="00130462" w:rsidRPr="00406838" w14:paraId="447E4664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E550" w14:textId="7B4A8BF9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château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12C5" w14:textId="75E8BC7A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Il cherche </w:t>
            </w:r>
            <w:r>
              <w:rPr>
                <w:rFonts w:ascii="Calibri" w:hAnsi="Calibri" w:cs="Calibri"/>
                <w:b/>
                <w:bCs/>
                <w:color w:val="000000"/>
              </w:rPr>
              <w:t>le château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BC7D7" w14:textId="7C93793F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das Schloss</w:t>
            </w:r>
          </w:p>
        </w:tc>
      </w:tr>
      <w:tr w:rsidR="00130462" w:rsidRPr="00406838" w14:paraId="5F065433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F4883" w14:textId="409F5980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t xml:space="preserve">le </w:t>
            </w:r>
            <w:r>
              <w:rPr>
                <w:rFonts w:ascii="Calibri" w:hAnsi="Calibri" w:cs="Calibri"/>
                <w:b/>
                <w:bCs/>
                <w:color w:val="000000"/>
              </w:rPr>
              <w:t>lac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AFCB" w14:textId="3C3967D4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Le lac </w:t>
            </w:r>
            <w:r>
              <w:rPr>
                <w:rFonts w:ascii="Calibri" w:hAnsi="Calibri" w:cs="Calibri"/>
                <w:color w:val="000000"/>
              </w:rPr>
              <w:t>est bleu.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DCF4A" w14:textId="0151122D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See</w:t>
            </w:r>
          </w:p>
        </w:tc>
      </w:tr>
      <w:tr w:rsidR="00130462" w:rsidRPr="00406838" w14:paraId="1F6FD7F5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0E5C" w14:textId="1E32F9E1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pont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88D20" w14:textId="24A8E2B1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Il marche sur </w:t>
            </w:r>
            <w:r>
              <w:rPr>
                <w:rFonts w:ascii="Calibri" w:hAnsi="Calibri" w:cs="Calibri"/>
                <w:b/>
                <w:bCs/>
                <w:color w:val="000000"/>
              </w:rPr>
              <w:t>le pont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AFD2F" w14:textId="7E0D56E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Brücke</w:t>
            </w:r>
          </w:p>
        </w:tc>
      </w:tr>
      <w:tr w:rsidR="00130462" w:rsidRPr="00406838" w14:paraId="60E54C55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C8A5A" w14:textId="60CB1599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forêt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468F2" w14:textId="6A08699E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Il est dans </w:t>
            </w:r>
            <w:r>
              <w:rPr>
                <w:rFonts w:ascii="Calibri" w:hAnsi="Calibri" w:cs="Calibri"/>
                <w:b/>
                <w:bCs/>
                <w:color w:val="000000"/>
              </w:rPr>
              <w:t>la forêt.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B0C58" w14:textId="5FC8C6D6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Wald</w:t>
            </w:r>
          </w:p>
        </w:tc>
      </w:tr>
      <w:tr w:rsidR="00130462" w:rsidRPr="00406838" w14:paraId="4354AC3C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E33D7" w14:textId="58168BE0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onze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AC93" w14:textId="4FB4A8F4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Il marche </w:t>
            </w:r>
            <w:r>
              <w:rPr>
                <w:rFonts w:ascii="Calibri" w:hAnsi="Calibri" w:cs="Calibri"/>
                <w:b/>
                <w:bCs/>
                <w:color w:val="000000"/>
              </w:rPr>
              <w:t>onze</w:t>
            </w:r>
            <w:r>
              <w:rPr>
                <w:rFonts w:ascii="Calibri" w:hAnsi="Calibri" w:cs="Calibri"/>
                <w:color w:val="000000"/>
              </w:rPr>
              <w:t xml:space="preserve"> jours.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46BB4" w14:textId="60C278C6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elf</w:t>
            </w:r>
          </w:p>
        </w:tc>
      </w:tr>
      <w:tr w:rsidR="00130462" w:rsidRPr="00406838" w14:paraId="06CC405A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5D74" w14:textId="45C25AB6" w:rsidR="00130462" w:rsidRPr="00E56E68" w:rsidRDefault="00130462" w:rsidP="0013046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douze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DF4F1" w14:textId="4C1EC119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Lionel a </w:t>
            </w:r>
            <w:r>
              <w:rPr>
                <w:rFonts w:ascii="Calibri" w:hAnsi="Calibri" w:cs="Calibri"/>
                <w:b/>
                <w:bCs/>
                <w:color w:val="000000"/>
              </w:rPr>
              <w:t>douze</w:t>
            </w:r>
            <w:r>
              <w:rPr>
                <w:rFonts w:ascii="Calibri" w:hAnsi="Calibri" w:cs="Calibri"/>
                <w:color w:val="000000"/>
              </w:rPr>
              <w:t xml:space="preserve"> ans.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ABE87" w14:textId="52E2B2C6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zwölf</w:t>
            </w:r>
          </w:p>
        </w:tc>
      </w:tr>
      <w:tr w:rsidR="00130462" w:rsidRPr="00406838" w14:paraId="3E7823E8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D612F" w14:textId="5DF135D6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aimer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3386" w14:textId="09AB3FC4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J’</w:t>
            </w:r>
            <w:r>
              <w:rPr>
                <w:rFonts w:ascii="Calibri" w:hAnsi="Calibri" w:cs="Calibri"/>
                <w:b/>
                <w:bCs/>
                <w:color w:val="000000"/>
              </w:rPr>
              <w:t>aime</w:t>
            </w:r>
            <w:r>
              <w:rPr>
                <w:rFonts w:ascii="Calibri" w:hAnsi="Calibri" w:cs="Calibri"/>
                <w:color w:val="000000"/>
              </w:rPr>
              <w:t xml:space="preserve"> le chien.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3614B" w14:textId="09BA00B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lieben</w:t>
            </w:r>
          </w:p>
        </w:tc>
      </w:tr>
      <w:tr w:rsidR="00130462" w:rsidRPr="00406838" w14:paraId="0228DC66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54D3" w14:textId="3FB972DF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jouer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D873" w14:textId="4878B66B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Il </w:t>
            </w:r>
            <w:r>
              <w:rPr>
                <w:rFonts w:ascii="Calibri" w:hAnsi="Calibri" w:cs="Calibri"/>
                <w:b/>
                <w:bCs/>
                <w:color w:val="000000"/>
              </w:rPr>
              <w:t>joue</w:t>
            </w:r>
            <w:r>
              <w:rPr>
                <w:rFonts w:ascii="Calibri" w:hAnsi="Calibri" w:cs="Calibri"/>
                <w:color w:val="000000"/>
              </w:rPr>
              <w:t xml:space="preserve"> avec le chien.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C9DA7" w14:textId="59FB05CE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spielen</w:t>
            </w:r>
          </w:p>
        </w:tc>
      </w:tr>
      <w:tr w:rsidR="00130462" w:rsidRPr="00406838" w14:paraId="76705E6C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BE887" w14:textId="0E1A8F00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chanson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7B15" w14:textId="2BEC9A57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Lionel chante </w:t>
            </w:r>
            <w:r>
              <w:rPr>
                <w:rFonts w:ascii="Calibri" w:hAnsi="Calibri" w:cs="Calibri"/>
                <w:b/>
                <w:bCs/>
                <w:color w:val="000000"/>
              </w:rPr>
              <w:t>une chanson.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29EBC" w14:textId="2EE9BCF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das Lied</w:t>
            </w:r>
          </w:p>
        </w:tc>
      </w:tr>
      <w:tr w:rsidR="00130462" w:rsidRPr="00406838" w14:paraId="1CCB21A4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440D" w14:textId="58025260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avec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9970" w14:textId="6C1F0B2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Il est à la maison </w:t>
            </w:r>
            <w:r>
              <w:rPr>
                <w:rFonts w:ascii="Calibri" w:hAnsi="Calibri" w:cs="Calibri"/>
                <w:b/>
                <w:bCs/>
                <w:color w:val="000000"/>
              </w:rPr>
              <w:t>avec</w:t>
            </w:r>
            <w:r>
              <w:rPr>
                <w:rFonts w:ascii="Calibri" w:hAnsi="Calibri" w:cs="Calibri"/>
                <w:color w:val="000000"/>
              </w:rPr>
              <w:t xml:space="preserve"> la mère et le père.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93B0C" w14:textId="7DFB0485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mit</w:t>
            </w:r>
          </w:p>
        </w:tc>
      </w:tr>
      <w:tr w:rsidR="00130462" w:rsidRPr="00406838" w14:paraId="2BD3C997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41BB" w14:textId="1EF18343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t xml:space="preserve">le </w:t>
            </w:r>
            <w:r>
              <w:rPr>
                <w:rFonts w:ascii="Calibri" w:hAnsi="Calibri" w:cs="Calibri"/>
                <w:b/>
                <w:bCs/>
                <w:color w:val="000000"/>
              </w:rPr>
              <w:t>cheval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82C5" w14:textId="324576E9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Bonjour, mon </w:t>
            </w:r>
            <w:r>
              <w:rPr>
                <w:rFonts w:ascii="Calibri" w:hAnsi="Calibri" w:cs="Calibri"/>
                <w:b/>
                <w:bCs/>
                <w:color w:val="000000"/>
              </w:rPr>
              <w:t>cheval</w:t>
            </w:r>
            <w:r>
              <w:rPr>
                <w:rFonts w:ascii="Calibri" w:hAnsi="Calibri" w:cs="Calibri"/>
                <w:color w:val="000000"/>
              </w:rPr>
              <w:t>!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97F42" w14:textId="2DEF8CC1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das Pferd</w:t>
            </w:r>
          </w:p>
        </w:tc>
      </w:tr>
      <w:tr w:rsidR="00130462" w:rsidRPr="00406838" w14:paraId="3BA103E2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96BB0" w14:textId="59F7A639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chevalier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23DD" w14:textId="0CB0B7F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C’est la chanson du </w:t>
            </w:r>
            <w:r>
              <w:rPr>
                <w:rFonts w:ascii="Calibri" w:hAnsi="Calibri" w:cs="Calibri"/>
                <w:b/>
                <w:bCs/>
                <w:color w:val="000000"/>
              </w:rPr>
              <w:t>chevalier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DC8E6" w14:textId="728D6D38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Ritter</w:t>
            </w:r>
          </w:p>
        </w:tc>
      </w:tr>
      <w:tr w:rsidR="00130462" w:rsidRPr="00406838" w14:paraId="0A2D54D1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D742" w14:textId="36A3E0ED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au revoir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D6DE" w14:textId="47F8A70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Au revoir</w:t>
            </w:r>
            <w:r>
              <w:rPr>
                <w:rFonts w:ascii="Calibri" w:hAnsi="Calibri" w:cs="Calibri"/>
                <w:color w:val="000000"/>
              </w:rPr>
              <w:t>, ma mère et mon père.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3DEF5" w14:textId="292BD96F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auf Wiedersehen</w:t>
            </w:r>
          </w:p>
        </w:tc>
      </w:tr>
      <w:tr w:rsidR="00130462" w:rsidRPr="00406838" w14:paraId="029F80A5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B9A6A" w14:textId="12414BC6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maintenant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88BC" w14:textId="6E04933D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Maintenant</w:t>
            </w:r>
            <w:r>
              <w:rPr>
                <w:rFonts w:ascii="Calibri" w:hAnsi="Calibri" w:cs="Calibri"/>
                <w:color w:val="000000"/>
              </w:rPr>
              <w:t>, la mère joue avec le chien.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D5EED" w14:textId="409180B9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jetzt</w:t>
            </w:r>
          </w:p>
        </w:tc>
      </w:tr>
      <w:tr w:rsidR="00130462" w:rsidRPr="00406838" w14:paraId="487209B2" w14:textId="77777777" w:rsidTr="006E6EA3">
        <w:trPr>
          <w:trHeight w:val="3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E58D" w14:textId="290412E6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marcher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12120" w14:textId="1C55C54B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Lionel </w:t>
            </w:r>
            <w:r>
              <w:rPr>
                <w:rFonts w:ascii="Calibri" w:hAnsi="Calibri" w:cs="Calibri"/>
                <w:b/>
                <w:bCs/>
                <w:color w:val="000000"/>
              </w:rPr>
              <w:t>marche</w:t>
            </w:r>
            <w:r>
              <w:rPr>
                <w:rFonts w:ascii="Calibri" w:hAnsi="Calibri" w:cs="Calibri"/>
                <w:color w:val="000000"/>
              </w:rPr>
              <w:t xml:space="preserve"> dans la forêt.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09D5E" w14:textId="217E8984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gehen, marschieren</w:t>
            </w:r>
          </w:p>
        </w:tc>
      </w:tr>
      <w:tr w:rsidR="00130462" w:rsidRPr="00E56E68" w14:paraId="43629BF1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AD6E4" w14:textId="761F1B0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chercher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D1E1" w14:textId="225C1D21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Lionel </w:t>
            </w:r>
            <w:r>
              <w:rPr>
                <w:rFonts w:ascii="Calibri" w:hAnsi="Calibri" w:cs="Calibri"/>
                <w:b/>
                <w:bCs/>
                <w:color w:val="000000"/>
              </w:rPr>
              <w:t>cherche</w:t>
            </w:r>
            <w:r>
              <w:rPr>
                <w:rFonts w:ascii="Calibri" w:hAnsi="Calibri" w:cs="Calibri"/>
                <w:color w:val="000000"/>
              </w:rPr>
              <w:t xml:space="preserve"> le château.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A718B" w14:textId="42D64923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suchen</w:t>
            </w:r>
          </w:p>
        </w:tc>
      </w:tr>
      <w:tr w:rsidR="00130462" w:rsidRPr="00E56E68" w14:paraId="29CE5A4D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53A1A" w14:textId="31C0AEDD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sur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D136" w14:textId="4801246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Il marche </w:t>
            </w:r>
            <w:r>
              <w:rPr>
                <w:rFonts w:ascii="Calibri" w:hAnsi="Calibri" w:cs="Calibri"/>
                <w:b/>
                <w:bCs/>
                <w:color w:val="000000"/>
              </w:rPr>
              <w:t>sur</w:t>
            </w:r>
            <w:r>
              <w:rPr>
                <w:rFonts w:ascii="Calibri" w:hAnsi="Calibri" w:cs="Calibri"/>
                <w:color w:val="000000"/>
              </w:rPr>
              <w:t xml:space="preserve"> le chemin.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0CF52" w14:textId="6EDDA41B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auf</w:t>
            </w:r>
          </w:p>
        </w:tc>
      </w:tr>
      <w:tr w:rsidR="00130462" w:rsidRPr="00E56E68" w14:paraId="4812C7F6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B09D2" w14:textId="47ED9E36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dans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4B2ED" w14:textId="01DB67F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Lionel est </w:t>
            </w:r>
            <w:r>
              <w:rPr>
                <w:rFonts w:ascii="Calibri" w:hAnsi="Calibri" w:cs="Calibri"/>
                <w:b/>
                <w:bCs/>
                <w:color w:val="000000"/>
              </w:rPr>
              <w:t>dans</w:t>
            </w:r>
            <w:r>
              <w:rPr>
                <w:rFonts w:ascii="Calibri" w:hAnsi="Calibri" w:cs="Calibri"/>
                <w:color w:val="000000"/>
              </w:rPr>
              <w:t xml:space="preserve"> la forêt.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10ED4" w14:textId="592F58B9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in</w:t>
            </w:r>
          </w:p>
        </w:tc>
      </w:tr>
      <w:tr w:rsidR="00130462" w:rsidRPr="00E56E68" w14:paraId="300D39FE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E0668" w14:textId="086B98B0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t>l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’oiseau </w:t>
            </w:r>
            <w:r>
              <w:rPr>
                <w:rFonts w:ascii="Calibri" w:hAnsi="Calibri" w:cs="Calibri"/>
                <w:color w:val="000000"/>
              </w:rPr>
              <w:t>(m)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875AF" w14:textId="22CD5C80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L’oiseau </w:t>
            </w:r>
            <w:r>
              <w:rPr>
                <w:rFonts w:ascii="Calibri" w:hAnsi="Calibri" w:cs="Calibri"/>
                <w:color w:val="000000"/>
              </w:rPr>
              <w:t>est dans la forêt.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7935D" w14:textId="3B6255B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Vogel</w:t>
            </w:r>
          </w:p>
        </w:tc>
      </w:tr>
      <w:tr w:rsidR="00130462" w:rsidRPr="00E56E68" w14:paraId="4A328A72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8BA3" w14:textId="467E542C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’église </w:t>
            </w:r>
            <w:r>
              <w:rPr>
                <w:rFonts w:ascii="Calibri" w:hAnsi="Calibri" w:cs="Calibri"/>
                <w:color w:val="000000"/>
              </w:rPr>
              <w:t>(f)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8ED6" w14:textId="7400EE42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Il regarde </w:t>
            </w:r>
            <w:r>
              <w:rPr>
                <w:rFonts w:ascii="Calibri" w:hAnsi="Calibri" w:cs="Calibri"/>
                <w:b/>
                <w:bCs/>
                <w:color w:val="000000"/>
              </w:rPr>
              <w:t>une église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F5812" w14:textId="1CC6565F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Kirche</w:t>
            </w:r>
          </w:p>
        </w:tc>
      </w:tr>
      <w:tr w:rsidR="00130462" w:rsidRPr="00E56E68" w14:paraId="74598DDA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2470" w14:textId="2337E251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jour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9B2D" w14:textId="31F1F88C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Lionel marche onze </w:t>
            </w:r>
            <w:r>
              <w:rPr>
                <w:rFonts w:ascii="Calibri" w:hAnsi="Calibri" w:cs="Calibri"/>
                <w:b/>
                <w:bCs/>
                <w:color w:val="000000"/>
              </w:rPr>
              <w:t>jours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DF9EA" w14:textId="2AD8D266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Tag</w:t>
            </w:r>
          </w:p>
        </w:tc>
      </w:tr>
      <w:tr w:rsidR="00130462" w:rsidRPr="00E56E68" w14:paraId="29D32484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3CA2D" w14:textId="5B0C6E17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l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’eau </w:t>
            </w:r>
            <w:r>
              <w:rPr>
                <w:rFonts w:ascii="Calibri" w:hAnsi="Calibri" w:cs="Calibri"/>
                <w:color w:val="000000"/>
              </w:rPr>
              <w:t>(f)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DC10" w14:textId="06E85CCC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Voilà le lac, j’aime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l’eau</w:t>
            </w:r>
            <w:r>
              <w:rPr>
                <w:rFonts w:ascii="Calibri" w:hAnsi="Calibri" w:cs="Calibri"/>
                <w:color w:val="000000"/>
              </w:rPr>
              <w:t>!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A4918" w14:textId="1B3CBBEE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das Wasser</w:t>
            </w:r>
          </w:p>
        </w:tc>
      </w:tr>
      <w:tr w:rsidR="00130462" w:rsidRPr="00E56E68" w14:paraId="54D0090B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AD1A" w14:textId="4AE93E5A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chanter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8D6B" w14:textId="7109EA78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Je chante</w:t>
            </w:r>
            <w:r>
              <w:rPr>
                <w:rFonts w:ascii="Calibri" w:hAnsi="Calibri" w:cs="Calibri"/>
                <w:color w:val="000000"/>
              </w:rPr>
              <w:t xml:space="preserve"> une chanson.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32CF1" w14:textId="2474ED64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singen</w:t>
            </w:r>
          </w:p>
        </w:tc>
      </w:tr>
      <w:tr w:rsidR="00130462" w:rsidRPr="00E56E68" w14:paraId="031A610F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CFA0" w14:textId="34C3C91B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chasser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04CA" w14:textId="5606D7FD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Le chevalier </w:t>
            </w:r>
            <w:r>
              <w:rPr>
                <w:rFonts w:ascii="Calibri" w:hAnsi="Calibri" w:cs="Calibri"/>
                <w:b/>
                <w:bCs/>
                <w:color w:val="000000"/>
              </w:rPr>
              <w:t>chasse</w:t>
            </w:r>
            <w:r>
              <w:rPr>
                <w:rFonts w:ascii="Calibri" w:hAnsi="Calibri" w:cs="Calibri"/>
                <w:color w:val="000000"/>
              </w:rPr>
              <w:t xml:space="preserve"> un chat.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5A726" w14:textId="5F98F42D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jagen</w:t>
            </w:r>
          </w:p>
        </w:tc>
      </w:tr>
      <w:tr w:rsidR="00130462" w:rsidRPr="00E56E68" w14:paraId="023241E9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207E" w14:textId="09DC5870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chat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4369" w14:textId="65397E5A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Il chasse </w:t>
            </w:r>
            <w:r>
              <w:rPr>
                <w:rFonts w:ascii="Calibri" w:hAnsi="Calibri" w:cs="Calibri"/>
                <w:b/>
                <w:bCs/>
                <w:color w:val="000000"/>
              </w:rPr>
              <w:t>un chat</w:t>
            </w:r>
            <w:r>
              <w:rPr>
                <w:rFonts w:ascii="Calibri" w:hAnsi="Calibri" w:cs="Calibri"/>
                <w:color w:val="000000"/>
              </w:rPr>
              <w:t xml:space="preserve"> au château.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0087B" w14:textId="69B12F57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Katze</w:t>
            </w:r>
          </w:p>
        </w:tc>
      </w:tr>
      <w:tr w:rsidR="00130462" w:rsidRPr="00E56E68" w14:paraId="05C97C01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73859" w14:textId="4D7204FB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 xml:space="preserve">la </w:t>
            </w:r>
            <w:r>
              <w:rPr>
                <w:rFonts w:ascii="Calibri" w:hAnsi="Calibri" w:cs="Calibri"/>
                <w:b/>
                <w:bCs/>
                <w:color w:val="000000"/>
              </w:rPr>
              <w:t>princesse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98AB8" w14:textId="2A35EC00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Lionel regarde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</w:rPr>
              <w:t>la princesse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BA443" w14:textId="71AB752B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Prinzessin</w:t>
            </w:r>
          </w:p>
        </w:tc>
      </w:tr>
      <w:tr w:rsidR="00130462" w:rsidRPr="00E56E68" w14:paraId="27F4D613" w14:textId="77777777" w:rsidTr="006E6EA3">
        <w:trPr>
          <w:trHeight w:val="3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6E7CA" w14:textId="59BAE32A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b/>
                <w:bCs/>
                <w:color w:val="00B0F0"/>
              </w:rPr>
              <w:lastRenderedPageBreak/>
              <w:t>le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prince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F76B" w14:textId="71A99580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Bonjour mon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prince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E7ED7" w14:textId="11D94823" w:rsidR="00130462" w:rsidRPr="00406838" w:rsidRDefault="00130462" w:rsidP="001304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Prinz</w:t>
            </w:r>
          </w:p>
        </w:tc>
      </w:tr>
    </w:tbl>
    <w:p w14:paraId="7FCE7954" w14:textId="00040954" w:rsidR="00406838" w:rsidRDefault="00406838" w:rsidP="00A862F1">
      <w:pPr>
        <w:spacing w:after="0" w:line="240" w:lineRule="auto"/>
        <w:rPr>
          <w:rFonts w:ascii="Arial" w:eastAsia="Times New Roman" w:hAnsi="Arial" w:cs="Arial"/>
          <w:b/>
          <w:color w:val="000000"/>
          <w:lang w:eastAsia="de-CH"/>
        </w:rPr>
      </w:pPr>
    </w:p>
    <w:sectPr w:rsidR="00406838" w:rsidSect="00A14A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7D93D" w14:textId="77777777" w:rsidR="00A14AED" w:rsidRDefault="00A14AED" w:rsidP="006F1D61">
      <w:pPr>
        <w:spacing w:after="0" w:line="240" w:lineRule="auto"/>
      </w:pPr>
      <w:r>
        <w:separator/>
      </w:r>
    </w:p>
  </w:endnote>
  <w:endnote w:type="continuationSeparator" w:id="0">
    <w:p w14:paraId="7BDD3646" w14:textId="77777777" w:rsidR="00A14AED" w:rsidRDefault="00A14AED" w:rsidP="006F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813E0" w14:textId="77777777" w:rsidR="008E4444" w:rsidRDefault="008E444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E8F03" w14:textId="26135BF0" w:rsidR="00A14AED" w:rsidRPr="00A14AED" w:rsidRDefault="00A14AED" w:rsidP="00A14AED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AC4827" wp14:editId="3BFC1452">
              <wp:simplePos x="0" y="0"/>
              <wp:positionH relativeFrom="page">
                <wp:posOffset>6369685</wp:posOffset>
              </wp:positionH>
              <wp:positionV relativeFrom="page">
                <wp:posOffset>10196500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F8D1C" w14:textId="77777777" w:rsidR="00A14AED" w:rsidRDefault="00A14AED" w:rsidP="00A14AED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8E4444">
                            <w:rPr>
                              <w:noProof/>
                              <w:color w:val="231F20"/>
                              <w:sz w:val="18"/>
                            </w:rPr>
                            <w:t>2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C48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1.55pt;margin-top:802.85pt;width:22.9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" filled="f" stroked="f">
              <v:textbox inset="0,0,0,0">
                <w:txbxContent>
                  <w:p w14:paraId="4DDF8D1C" w14:textId="77777777" w:rsidR="00A14AED" w:rsidRDefault="00A14AED" w:rsidP="00A14AED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8E4444">
                      <w:rPr>
                        <w:noProof/>
                        <w:color w:val="231F20"/>
                        <w:sz w:val="18"/>
                      </w:rPr>
                      <w:t>2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E4444" w:rsidRPr="008E4444">
      <w:rPr>
        <w:noProof/>
        <w:sz w:val="18"/>
        <w:szCs w:val="18"/>
        <w:lang w:eastAsia="de-CH"/>
      </w:rPr>
      <w:t xml:space="preserve">© Klett und Balmer AG 2021,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1E752" w14:textId="77777777" w:rsidR="008E4444" w:rsidRDefault="008E444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781FE1" w14:textId="77777777" w:rsidR="00A14AED" w:rsidRDefault="00A14AED" w:rsidP="006F1D61">
      <w:pPr>
        <w:spacing w:after="0" w:line="240" w:lineRule="auto"/>
      </w:pPr>
      <w:r>
        <w:separator/>
      </w:r>
    </w:p>
  </w:footnote>
  <w:footnote w:type="continuationSeparator" w:id="0">
    <w:p w14:paraId="0C46AE52" w14:textId="77777777" w:rsidR="00A14AED" w:rsidRDefault="00A14AED" w:rsidP="006F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F5974" w14:textId="77777777" w:rsidR="008E4444" w:rsidRDefault="008E444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E881C" w14:textId="5CF626FB" w:rsidR="00A14AED" w:rsidRPr="008E4444" w:rsidRDefault="00A14AED" w:rsidP="00263ED0">
    <w:pPr>
      <w:pStyle w:val="Kopfzeile"/>
      <w:rPr>
        <w:color w:val="767171" w:themeColor="background2" w:themeShade="80"/>
        <w:sz w:val="24"/>
        <w:szCs w:val="24"/>
      </w:rPr>
    </w:pPr>
    <w:r w:rsidRPr="008E4444">
      <w:rPr>
        <w:color w:val="767171" w:themeColor="background2" w:themeShade="80"/>
        <w:sz w:val="24"/>
        <w:szCs w:val="24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E2A839E" wp14:editId="6FBB1D7B">
              <wp:simplePos x="0" y="0"/>
              <wp:positionH relativeFrom="page">
                <wp:posOffset>5971870</wp:posOffset>
              </wp:positionH>
              <wp:positionV relativeFrom="page">
                <wp:posOffset>361315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CD1F04" id="Group 4" o:spid="_x0000_s1026" style="position:absolute;margin-left:470.25pt;margin-top:28.45pt;width:76.55pt;height:38.25pt;z-index:-251654144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TouOiYAAF/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OvsMA&#10;AADaAAAADwAAAGRycy9kb3ducmV2LnhtbESP0WoCMRRE34X+Q7hC3zRRWiurUYqw0JaidPUDrpvr&#10;7uLmZtmkmv59Iwg+DjNzhlmuo23FhXrfONYwGSsQxKUzDVcaDvt8NAfhA7LB1jFp+CMP69XTYImZ&#10;cVf+oUsRKpEg7DPUUIfQZVL6siaLfuw64uSdXG8xJNlX0vR4TXDbyqlSM2mx4bRQY0ebmspz8Ws1&#10;vE0b+bIr1Pfs+JVvj58qdps8av08jO8LEIFieITv7Q+j4RVuV9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8OvsMAAADa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AIsUA&#10;AADaAAAADwAAAGRycy9kb3ducmV2LnhtbESPT2sCMRTE7wW/Q3gFL0WzFRVdjSKK0oMX/4HHx+Z1&#10;d9vNyzaJuvXTG6HQ4zAzv2Gm88ZU4krOl5YVvHcTEMSZ1SXnCo6HdWcEwgdkjZVlUvBLHuaz1ssU&#10;U21vvKPrPuQiQtinqKAIoU6l9FlBBn3X1sTR+7TOYIjS5VI7vEW4qWQvSYbSYMlxocCalgVl3/uL&#10;UXDvr/qn8dtht5X5clD/fJ3LjTsr1X5tFhMQgZrwH/5rf2gFQ3heiT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oAixQAAANoAAAAPAAAAAAAAAAAAAAAAAJgCAABkcnMv&#10;ZG93bnJldi54bWxQSwUGAAAAAAQABAD1AAAAigM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i+8QA&#10;AADaAAAADwAAAGRycy9kb3ducmV2LnhtbESPQWvCQBSE7wX/w/IEb3WjhySkrlIUQRDaRtuDt0f2&#10;maRm34bsqsm/7wpCj8PMfMMsVr1pxI06V1tWMJtGIIgLq2suFXwft68pCOeRNTaWScFADlbL0csC&#10;M23vnNPt4EsRIOwyVFB532ZSuqIig25qW+LgnW1n0AfZlVJ3eA9w08h5FMXSYM1hocKW1hUVl8PV&#10;KEjL/U90POn5x/AVf+aJ+Y3X/Uapybh/fwPhqff/4Wd7pxUk8Lg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IvvEAAAA2g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f0T8EAAADaAAAADwAAAGRycy9kb3ducmV2LnhtbERPzWqDQBC+B/oOywRyCc2aNDTFuoqE&#10;BCr0UtsHGNypGt1Z626iefvuodDjx/efZLPpxY1G11pWsN1EIIgrq1uuFXx9nh9fQDiPrLG3TAru&#10;5CBLHxYJxtpO/EG30tcihLCLUUHj/RBL6aqGDLqNHYgD921Hgz7AsZZ6xCmEm17uouhZGmw5NDQ4&#10;0LGhqiuvRsFh/7O+5Id1qYme3ouuK4bTVCi1Ws75KwhPs/8X/7nftIKwNVwJN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1/RPwQAAANoAAAAPAAAAAAAAAAAAAAAA&#10;AKECAABkcnMvZG93bnJldi54bWxQSwUGAAAAAAQABAD5AAAAjw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+CL7CAAAA2gAAAA8AAABkcnMvZG93bnJldi54bWxEj0FrwkAUhO8F/8PyCt6aTYOUGl1FhNIe&#10;jRX0+Mi+ZIPZtzG7TWJ/fbdQ6HGYmW+Y9XayrRio941jBc9JCoK4dLrhWsHp8+3pFYQPyBpbx6Tg&#10;Th62m9nDGnPtRi5oOIZaRAj7HBWYELpcSl8asugT1xFHr3K9xRBlX0vd4xjhtpVZmr5Iiw3HBYMd&#10;7Q2V1+OXVbC/vacjLQb77apwvtQZmeJASs0fp90KRKAp/If/2h9awRJ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/gi+wgAAANoAAAAPAAAAAAAAAAAAAAAAAJ8C&#10;AABkcnMvZG93bnJldi54bWxQSwUGAAAAAAQABAD3AAAAjgM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j28QA&#10;AADbAAAADwAAAGRycy9kb3ducmV2LnhtbESPQW/CMAyF75P4D5GRdhspO8AoBISQJpDGBbYD3KzG&#10;tBWJUzWhdPz6+YC0m633/N7nxar3TnXUxjqwgfEoA0VcBFtzaeDn+/PtA1RMyBZdYDLwSxFWy8HL&#10;AnMb7nyg7phKJSEcczRQpdTkWseiIo9xFBpi0S6h9ZhkbUttW7xLuHf6Pcsm2mPN0lBhQ5uKiuvx&#10;5g1s3fkxPZV0nfFhetqPv5zvHs6Y12G/noNK1Kd/8/N6ZwVf6OUXG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V49vEAAAA2wAAAA8AAAAAAAAAAAAAAAAAmAIAAGRycy9k&#10;b3ducmV2LnhtbFBLBQYAAAAABAAEAPUAAACJAw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MkcAA&#10;AADbAAAADwAAAGRycy9kb3ducmV2LnhtbERPTYvCMBC9C/sfwix401QPslSjiLuL4iJoFc9DMzZ1&#10;m0lpotZ/bwTB2zze50xmra3ElRpfOlYw6CcgiHOnSy4UHPa/vS8QPiBrrByTgjt5mE0/OhNMtbvx&#10;jq5ZKEQMYZ+iAhNCnUrpc0MWfd/VxJE7ucZiiLAppG7wFsNtJYdJMpIWS44NBmtaGMr/s4tVsM63&#10;q/B3/E5+DtXmzNLc66Urlep+tvMxiEBteItf7pWO8wfw/CUeIK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gMkcAAAADbAAAADwAAAAAAAAAAAAAAAACYAgAAZHJzL2Rvd25y&#10;ZXYueG1sUEsFBgAAAAAEAAQA9QAAAIUD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gM/LCAAAA2wAAAA8AAABkcnMvZG93bnJldi54bWxETz1rwzAQ3Qv9D+IK3Wo5MZTiRgkhEBoP&#10;IdTJ0PGwLraIdRKW7Lj/vioUut3jfd5qM9teTDQE41jBIstBEDdOG24VXM77lzcQISJr7B2Tgm8K&#10;sFk/Pqyw1O7OnzTVsRUphEOJCroYfSllaDqyGDLniRN3dYPFmODQSj3gPYXbXi7z/FVaNJwaOvS0&#10;66i51aNVcKqLU/FhDvuvkY5mMXt/rFyl1PPTvH0HEWmO/+I/90Gn+Uv4/SUdI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4DPywgAAANs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  <w:r w:rsidRPr="008E4444">
      <w:rPr>
        <w:color w:val="767171" w:themeColor="background2" w:themeShade="80"/>
        <w:sz w:val="24"/>
        <w:szCs w:val="24"/>
      </w:rPr>
      <w:t>Ça roule 3: Wörterlisten</w:t>
    </w:r>
  </w:p>
  <w:p w14:paraId="30189774" w14:textId="51245158" w:rsidR="00A14AED" w:rsidRDefault="00A14AED" w:rsidP="006F1D61">
    <w:pPr>
      <w:pStyle w:val="Kopfzeile"/>
      <w:ind w:left="-709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11E0" w14:textId="77777777" w:rsidR="008E4444" w:rsidRDefault="008E444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61"/>
    <w:rsid w:val="00011324"/>
    <w:rsid w:val="001231F2"/>
    <w:rsid w:val="00130462"/>
    <w:rsid w:val="0013650F"/>
    <w:rsid w:val="00263ED0"/>
    <w:rsid w:val="002C368D"/>
    <w:rsid w:val="003A7A6A"/>
    <w:rsid w:val="003E767F"/>
    <w:rsid w:val="00406838"/>
    <w:rsid w:val="004F47C7"/>
    <w:rsid w:val="005075EA"/>
    <w:rsid w:val="005B2C6A"/>
    <w:rsid w:val="005B5ADA"/>
    <w:rsid w:val="006E6EA3"/>
    <w:rsid w:val="006F1D61"/>
    <w:rsid w:val="008E4444"/>
    <w:rsid w:val="009A239C"/>
    <w:rsid w:val="009B0211"/>
    <w:rsid w:val="00A14AED"/>
    <w:rsid w:val="00A46092"/>
    <w:rsid w:val="00A778EA"/>
    <w:rsid w:val="00A862F1"/>
    <w:rsid w:val="00BA3445"/>
    <w:rsid w:val="00C32267"/>
    <w:rsid w:val="00C4130E"/>
    <w:rsid w:val="00CD0E1C"/>
    <w:rsid w:val="00D86663"/>
    <w:rsid w:val="00E133ED"/>
    <w:rsid w:val="00E56E68"/>
    <w:rsid w:val="00E72F2A"/>
    <w:rsid w:val="00F81F0F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B6F6F0C"/>
  <w15:chartTrackingRefBased/>
  <w15:docId w15:val="{C235FA65-E8DC-4A55-BE69-479F5E37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1D61"/>
  </w:style>
  <w:style w:type="paragraph" w:styleId="Fuzeile">
    <w:name w:val="footer"/>
    <w:basedOn w:val="Standard"/>
    <w:link w:val="Fu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1D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3ED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14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25de11d7-4ee7-45f3-9833-c163d0bf3fae" ContentTypeId="0x0101002E85A11BFDBC944C94FB1FDF53103EED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arketingdokument" ma:contentTypeID="0x0101002E85A11BFDBC944C94FB1FDF53103EED00B89ED0386166434BA50622295A46E51B" ma:contentTypeVersion="3" ma:contentTypeDescription="Ein neues Dokument erstellen." ma:contentTypeScope="" ma:versionID="7d0ccef4f425f45cd40692e7749ec0b3">
  <xsd:schema xmlns:xsd="http://www.w3.org/2001/XMLSchema" xmlns:xs="http://www.w3.org/2001/XMLSchema" xmlns:p="http://schemas.microsoft.com/office/2006/metadata/properties" xmlns:ns2="c5615546-81b5-42f8-af01-e9d422aaef4c" targetNamespace="http://schemas.microsoft.com/office/2006/metadata/properties" ma:root="true" ma:fieldsID="edacb7ee4910f761cbd5cee660d25983" ns2:_="">
    <xsd:import namespace="c5615546-81b5-42f8-af01-e9d422aaef4c"/>
    <xsd:element name="properties">
      <xsd:complexType>
        <xsd:sequence>
          <xsd:element name="documentManagement">
            <xsd:complexType>
              <xsd:all>
                <xsd:element ref="ns2:he130ca7ea2c4376bb7379f864f44b6d" minOccurs="0"/>
                <xsd:element ref="ns2:TaxCatchAll" minOccurs="0"/>
                <xsd:element ref="ns2:TaxCatchAllLabel" minOccurs="0"/>
                <xsd:element ref="ns2:p0402896db8a496ab8bebd40859735cd" minOccurs="0"/>
                <xsd:element ref="ns2:c655c7b4252b4c83af61e75cc13600d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5546-81b5-42f8-af01-e9d422aaef4c" elementFormDefault="qualified">
    <xsd:import namespace="http://schemas.microsoft.com/office/2006/documentManagement/types"/>
    <xsd:import namespace="http://schemas.microsoft.com/office/infopath/2007/PartnerControls"/>
    <xsd:element name="he130ca7ea2c4376bb7379f864f44b6d" ma:index="8" nillable="true" ma:taxonomy="true" ma:internalName="he130ca7ea2c4376bb7379f864f44b6d" ma:taxonomyFieldName="Struktur" ma:displayName="Struktur" ma:default="" ma:fieldId="{1e130ca7-ea2c-4376-bb73-79f864f44b6d}" ma:taxonomyMulti="true" ma:sspId="25de11d7-4ee7-45f3-9833-c163d0bf3fae" ma:termSetId="7798fa2d-81eb-4cf8-ba6a-4db04a4159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iespalte &quot;Alle abfangen&quot;" ma:hidden="true" ma:list="{925a5dc3-3067-4599-a30e-b9d192c98c84}" ma:internalName="TaxCatchAll" ma:showField="CatchAllData" ma:web="0bbbc5f2-20e5-4067-95cd-facbd4b5ea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925a5dc3-3067-4599-a30e-b9d192c98c84}" ma:internalName="TaxCatchAllLabel" ma:readOnly="true" ma:showField="CatchAllDataLabel" ma:web="0bbbc5f2-20e5-4067-95cd-facbd4b5ea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0402896db8a496ab8bebd40859735cd" ma:index="12" nillable="true" ma:taxonomy="true" ma:internalName="p0402896db8a496ab8bebd40859735cd" ma:taxonomyFieldName="Jahr" ma:displayName="Jahr" ma:indexed="true" ma:default="" ma:fieldId="{90402896-db8a-496a-b8be-bd40859735cd}" ma:sspId="25de11d7-4ee7-45f3-9833-c163d0bf3fae" ma:termSetId="2a2b7888-379d-495d-87e1-a10363e748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55c7b4252b4c83af61e75cc13600d7" ma:index="14" nillable="true" ma:taxonomy="true" ma:internalName="c655c7b4252b4c83af61e75cc13600d7" ma:taxonomyFieldName="Kanton" ma:displayName="Kanton" ma:indexed="true" ma:default="" ma:fieldId="{c655c7b4-252b-4c83-af61-e75cc13600d7}" ma:sspId="25de11d7-4ee7-45f3-9833-c163d0bf3fae" ma:termSetId="3a9cff0b-de74-4f5b-b5cb-195a43d2a3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615546-81b5-42f8-af01-e9d422aaef4c"/>
    <c655c7b4252b4c83af61e75cc13600d7 xmlns="c5615546-81b5-42f8-af01-e9d422aaef4c">
      <Terms xmlns="http://schemas.microsoft.com/office/infopath/2007/PartnerControls"/>
    </c655c7b4252b4c83af61e75cc13600d7>
    <he130ca7ea2c4376bb7379f864f44b6d xmlns="c5615546-81b5-42f8-af01-e9d422aaef4c">
      <Terms xmlns="http://schemas.microsoft.com/office/infopath/2007/PartnerControls"/>
    </he130ca7ea2c4376bb7379f864f44b6d>
    <p0402896db8a496ab8bebd40859735cd xmlns="c5615546-81b5-42f8-af01-e9d422aaef4c">
      <Terms xmlns="http://schemas.microsoft.com/office/infopath/2007/PartnerControls"/>
    </p0402896db8a496ab8bebd40859735cd>
  </documentManagement>
</p:properties>
</file>

<file path=customXml/itemProps1.xml><?xml version="1.0" encoding="utf-8"?>
<ds:datastoreItem xmlns:ds="http://schemas.openxmlformats.org/officeDocument/2006/customXml" ds:itemID="{0822EDE8-80D3-4DCA-9919-F00DD7976FD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0329A04-F472-49C3-B1E2-7B228A892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5546-81b5-42f8-af01-e9d422aaef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5014E2-220E-4574-9298-90994F28C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56470C-5BE0-4B2A-89D6-EB6EE744AABE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c5615546-81b5-42f8-af01-e9d422aaef4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99EEA42A</Template>
  <TotalTime>0</TotalTime>
  <Pages>8</Pages>
  <Words>809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Hildegard Meier</cp:lastModifiedBy>
  <cp:revision>8</cp:revision>
  <cp:lastPrinted>2020-09-14T12:37:00Z</cp:lastPrinted>
  <dcterms:created xsi:type="dcterms:W3CDTF">2021-06-08T13:48:00Z</dcterms:created>
  <dcterms:modified xsi:type="dcterms:W3CDTF">2021-06-10T12:35:00Z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</Properties>
</file>